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1" w:rightFromText="141" w:vertAnchor="text" w:horzAnchor="margin" w:tblpY="362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696140" w:rsidRPr="00DD1966" w14:paraId="090156E0" w14:textId="77777777" w:rsidTr="00C45BB7">
        <w:tc>
          <w:tcPr>
            <w:tcW w:w="8897" w:type="dxa"/>
          </w:tcPr>
          <w:sdt>
            <w:sdtPr>
              <w:rPr>
                <w:rFonts w:cs="Arial"/>
                <w:szCs w:val="12"/>
              </w:rPr>
              <w:alias w:val="NazevAkce"/>
              <w:tag w:val="NazevAkce"/>
              <w:id w:val="335044829"/>
              <w:placeholder>
                <w:docPart w:val="0E84BE1CCD664B23A825301D7F905186"/>
              </w:placeholder>
              <w:dataBinding w:prefixMappings="xmlns:ns0='http://schemas.precio.se/dts/templatedata' " w:xpath="/ns0:templatedata[1]/ns0:data[1]/ns0:languages[1]/ns0:language[1]/ns0:contentcontrols[1]/ns0:contentcontrol[4]/ns0:content[1]" w:storeItemID="{57292566-BA5A-47C7-B2E0-6A18D82D6613}"/>
              <w:text w:multiLine="1"/>
            </w:sdtPr>
            <w:sdtEndPr/>
            <w:sdtContent>
              <w:p w14:paraId="15A7152D" w14:textId="77777777" w:rsidR="00696140" w:rsidRPr="00DD1966" w:rsidRDefault="00696140" w:rsidP="00362A7D">
                <w:pPr>
                  <w:pStyle w:val="Label"/>
                </w:pPr>
                <w:r w:rsidRPr="00DD1966">
                  <w:rPr>
                    <w:rFonts w:cs="Arial"/>
                    <w:szCs w:val="12"/>
                  </w:rPr>
                  <w:t>Název akce:</w:t>
                </w:r>
              </w:p>
            </w:sdtContent>
          </w:sdt>
          <w:sdt>
            <w:sdtPr>
              <w:id w:val="681251112"/>
              <w:placeholder>
                <w:docPart w:val="4123EF16A40447ABBCE9C15F2A13C555"/>
              </w:placeholder>
            </w:sdtPr>
            <w:sdtEndPr>
              <w:rPr>
                <w:sz w:val="20"/>
              </w:rPr>
            </w:sdtEndPr>
            <w:sdtContent>
              <w:sdt>
                <w:sdtPr>
                  <w:rPr>
                    <w:rStyle w:val="Title1Char"/>
                  </w:rPr>
                  <w:alias w:val="NazevAkce"/>
                  <w:tag w:val="NazevAkce"/>
                  <w:id w:val="-2030404580"/>
                  <w:placeholder>
                    <w:docPart w:val="FAF59F1AFA0D417BA1C1A1BB06818478"/>
                  </w:placeholder>
                  <w:text/>
                </w:sdtPr>
                <w:sdtEndPr>
                  <w:rPr>
                    <w:rStyle w:val="Title1Char"/>
                  </w:rPr>
                </w:sdtEndPr>
                <w:sdtContent>
                  <w:p w14:paraId="45E41765" w14:textId="4AAF7B36" w:rsidR="00696140" w:rsidRPr="00DD1966" w:rsidRDefault="006A07CB" w:rsidP="00362A7D">
                    <w:pPr>
                      <w:pStyle w:val="Subject"/>
                      <w:rPr>
                        <w:sz w:val="20"/>
                      </w:rPr>
                    </w:pPr>
                    <w:r w:rsidRPr="006A07CB">
                      <w:rPr>
                        <w:rStyle w:val="Title1Char"/>
                      </w:rPr>
                      <w:t xml:space="preserve">Rekonstrukce ŽST Hrádek nad Nisou a </w:t>
                    </w:r>
                    <w:r>
                      <w:rPr>
                        <w:rStyle w:val="Title1Char"/>
                      </w:rPr>
                      <w:t xml:space="preserve"> </w:t>
                    </w:r>
                    <w:r w:rsidRPr="006A07CB">
                      <w:rPr>
                        <w:rStyle w:val="Title1Char"/>
                      </w:rPr>
                      <w:t xml:space="preserve"> Rekonstrukce ŽST Chrastava</w:t>
                    </w:r>
                  </w:p>
                </w:sdtContent>
              </w:sdt>
            </w:sdtContent>
          </w:sdt>
          <w:p w14:paraId="5A62526F" w14:textId="77777777" w:rsidR="00696140" w:rsidRPr="00DD1966" w:rsidRDefault="00696140" w:rsidP="00362A7D"/>
        </w:tc>
      </w:tr>
    </w:tbl>
    <w:tbl>
      <w:tblPr>
        <w:tblStyle w:val="Tabellrutntljust1"/>
        <w:tblW w:w="130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4310"/>
        <w:gridCol w:w="4310"/>
      </w:tblGrid>
      <w:tr w:rsidR="00B83A1A" w:rsidRPr="00B83A1A" w14:paraId="2D5986B4" w14:textId="23996272" w:rsidTr="007F6CAE">
        <w:tc>
          <w:tcPr>
            <w:tcW w:w="4479" w:type="dxa"/>
            <w:tcMar>
              <w:right w:w="142" w:type="dxa"/>
            </w:tcMar>
          </w:tcPr>
          <w:sdt>
            <w:sdtPr>
              <w:rPr>
                <w:rFonts w:eastAsiaTheme="majorEastAsia" w:cstheme="majorBidi"/>
                <w:sz w:val="32"/>
                <w:szCs w:val="32"/>
              </w:rPr>
              <w:alias w:val="Datum"/>
              <w:tag w:val="Datum"/>
              <w:id w:val="8098986"/>
              <w:placeholder>
                <w:docPart w:val="AB9C9CE20DC1416AB8D1EBA88FBB1736"/>
              </w:placeholder>
              <w:dataBinding w:prefixMappings="xmlns:ns0='http://schemas.precio.se/dts/templatedata' " w:xpath="/ns0:templatedata[1]/ns0:data[1]/ns0:languages[1]/ns0:language[1]/ns0:contentcontrols[1]/ns0:contentcontrol[4]/ns0:content[1]" w:storeItemID="{57292566-BA5A-47C7-B2E0-6A18D82D6613}"/>
              <w:text w:multiLine="1"/>
            </w:sdtPr>
            <w:sdtEndPr/>
            <w:sdtContent>
              <w:p w14:paraId="136E8E18" w14:textId="77777777" w:rsidR="007F6CAE" w:rsidRPr="00B83A1A" w:rsidRDefault="007F6CAE" w:rsidP="00362A7D">
                <w:pPr>
                  <w:pStyle w:val="Label"/>
                </w:pPr>
                <w:r w:rsidRPr="00B83A1A">
                  <w:t>Datum a čas jednání:</w:t>
                </w:r>
              </w:p>
            </w:sdtContent>
          </w:sdt>
          <w:sdt>
            <w:sdtPr>
              <w:rPr>
                <w:rFonts w:asciiTheme="majorHAnsi" w:hAnsiTheme="majorHAnsi"/>
                <w:lang w:val="cs-CZ"/>
              </w:rPr>
              <w:alias w:val="DatumCas"/>
              <w:tag w:val="DatumCas"/>
              <w:id w:val="22455908"/>
              <w:placeholder>
                <w:docPart w:val="8210D7318DAC4865BDCDAD2C7A472548"/>
              </w:placeholder>
              <w:date w:fullDate="2019-04-17T00:00:00Z">
                <w:dateFormat w:val="d. M. yyyy H:mm"/>
                <w:lid w:val="cs-CZ"/>
                <w:storeMappedDataAs w:val="dateTime"/>
                <w:calendar w:val="gregorian"/>
              </w:date>
            </w:sdtPr>
            <w:sdtEndPr/>
            <w:sdtContent>
              <w:p w14:paraId="134DE379" w14:textId="45FB7056" w:rsidR="007F6CAE" w:rsidRPr="00B83A1A" w:rsidRDefault="00B83A1A" w:rsidP="00362A7D">
                <w:pPr>
                  <w:pStyle w:val="NoSpacing"/>
                  <w:rPr>
                    <w:rFonts w:asciiTheme="majorHAnsi" w:hAnsiTheme="majorHAnsi"/>
                    <w:lang w:val="cs-CZ"/>
                  </w:rPr>
                </w:pPr>
                <w:r w:rsidRPr="00B83A1A">
                  <w:rPr>
                    <w:rFonts w:asciiTheme="majorHAnsi" w:hAnsiTheme="majorHAnsi"/>
                    <w:lang w:val="cs-CZ"/>
                  </w:rPr>
                  <w:t>17. 4. 2019 0:00</w:t>
                </w:r>
              </w:p>
            </w:sdtContent>
          </w:sdt>
          <w:p w14:paraId="2E1C47A4" w14:textId="77777777" w:rsidR="007F6CAE" w:rsidRPr="00B83A1A" w:rsidRDefault="007F6CAE" w:rsidP="00362A7D">
            <w:pPr>
              <w:rPr>
                <w:sz w:val="10"/>
                <w:lang w:eastAsia="sv-SE"/>
              </w:rPr>
            </w:pPr>
          </w:p>
        </w:tc>
        <w:tc>
          <w:tcPr>
            <w:tcW w:w="4310" w:type="dxa"/>
          </w:tcPr>
          <w:sdt>
            <w:sdtPr>
              <w:alias w:val="Misto"/>
              <w:tag w:val="Misto"/>
              <w:id w:val="1898325963"/>
              <w:placeholder>
                <w:docPart w:val="9AA5EEFA3FA54AECA7CE4FC241629A89"/>
              </w:placeholder>
              <w:showingPlcHdr/>
            </w:sdtPr>
            <w:sdtEndPr/>
            <w:sdtContent>
              <w:p w14:paraId="0DF51847" w14:textId="77777777" w:rsidR="007F6CAE" w:rsidRPr="00B83A1A" w:rsidRDefault="007F6CAE" w:rsidP="00362A7D">
                <w:pPr>
                  <w:pStyle w:val="Label"/>
                  <w:rPr>
                    <w:rFonts w:eastAsiaTheme="minorHAnsi" w:cstheme="minorBidi"/>
                    <w:sz w:val="18"/>
                    <w:lang w:eastAsia="en-US"/>
                  </w:rPr>
                </w:pPr>
                <w:r w:rsidRPr="00B83A1A">
                  <w:t>Místo konání</w:t>
                </w:r>
              </w:p>
            </w:sdtContent>
          </w:sdt>
          <w:sdt>
            <w:sdtPr>
              <w:rPr>
                <w:rFonts w:asciiTheme="majorHAnsi" w:hAnsiTheme="majorHAnsi"/>
                <w:lang w:val="cs-CZ"/>
              </w:rPr>
              <w:alias w:val="Misto"/>
              <w:tag w:val="Misto"/>
              <w:id w:val="-1810700308"/>
              <w:placeholder>
                <w:docPart w:val="70AA562D1C0D4E7D9739F065DF16292A"/>
              </w:placeholder>
              <w:text w:multiLine="1"/>
            </w:sdtPr>
            <w:sdtEndPr/>
            <w:sdtContent>
              <w:p w14:paraId="0EB10A07" w14:textId="4ADC8781" w:rsidR="007F6CAE" w:rsidRPr="00B83A1A" w:rsidRDefault="001C655B" w:rsidP="00362A7D">
                <w:pPr>
                  <w:pStyle w:val="NoSpacing"/>
                  <w:rPr>
                    <w:rFonts w:asciiTheme="majorHAnsi" w:hAnsiTheme="majorHAnsi"/>
                    <w:lang w:val="cs-CZ"/>
                  </w:rPr>
                </w:pPr>
                <w:r w:rsidRPr="00B83A1A">
                  <w:rPr>
                    <w:rFonts w:asciiTheme="majorHAnsi" w:hAnsiTheme="majorHAnsi"/>
                    <w:lang w:val="cs-CZ"/>
                  </w:rPr>
                  <w:t>AF-Cityplan, Magistrů 1275/13, 140 00 Praha 4</w:t>
                </w:r>
              </w:p>
            </w:sdtContent>
          </w:sdt>
          <w:p w14:paraId="38DA64CB" w14:textId="77777777" w:rsidR="007F6CAE" w:rsidRPr="00B83A1A" w:rsidRDefault="007F6CAE" w:rsidP="00362A7D">
            <w:pPr>
              <w:pStyle w:val="NoSpacing"/>
              <w:rPr>
                <w:rFonts w:asciiTheme="majorHAnsi" w:hAnsiTheme="majorHAnsi"/>
                <w:lang w:val="cs-CZ"/>
              </w:rPr>
            </w:pPr>
          </w:p>
        </w:tc>
        <w:tc>
          <w:tcPr>
            <w:tcW w:w="4310" w:type="dxa"/>
          </w:tcPr>
          <w:p w14:paraId="4E626AE8" w14:textId="77777777" w:rsidR="007F6CAE" w:rsidRPr="00B83A1A" w:rsidRDefault="007F6CAE" w:rsidP="00362A7D">
            <w:pPr>
              <w:pStyle w:val="Label"/>
            </w:pPr>
          </w:p>
        </w:tc>
      </w:tr>
    </w:tbl>
    <w:tbl>
      <w:tblPr>
        <w:tblStyle w:val="TableGrid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B83A1A" w:rsidRPr="00B83A1A" w14:paraId="5B637073" w14:textId="77777777" w:rsidTr="00C45BB7">
        <w:trPr>
          <w:trHeight w:val="341"/>
        </w:trPr>
        <w:tc>
          <w:tcPr>
            <w:tcW w:w="8897" w:type="dxa"/>
          </w:tcPr>
          <w:sdt>
            <w:sdtPr>
              <w:alias w:val="Prezence"/>
              <w:tag w:val="Prezence"/>
              <w:id w:val="1632743649"/>
              <w:lock w:val="sdtLocked"/>
              <w:placeholder>
                <w:docPart w:val="DFA6DDD7668942B38D3B815C8A459800"/>
              </w:placeholder>
              <w:showingPlcHdr/>
            </w:sdtPr>
            <w:sdtEndPr/>
            <w:sdtContent>
              <w:p w14:paraId="5E9181C1" w14:textId="77777777" w:rsidR="00362A7D" w:rsidRPr="00B83A1A" w:rsidRDefault="00362A7D" w:rsidP="00362A7D">
                <w:pPr>
                  <w:pStyle w:val="Label"/>
                  <w:rPr>
                    <w:rFonts w:eastAsiaTheme="minorHAnsi" w:cstheme="minorBidi"/>
                    <w:sz w:val="18"/>
                    <w:lang w:eastAsia="en-US"/>
                  </w:rPr>
                </w:pPr>
                <w:r w:rsidRPr="00B83A1A">
                  <w:t>Přítomni:</w:t>
                </w:r>
              </w:p>
            </w:sdtContent>
          </w:sdt>
          <w:sdt>
            <w:sdtPr>
              <w:rPr>
                <w:rFonts w:asciiTheme="majorHAnsi" w:hAnsiTheme="majorHAnsi"/>
                <w:lang w:val="cs-CZ"/>
              </w:rPr>
              <w:alias w:val="Prezence"/>
              <w:tag w:val="Prezence"/>
              <w:id w:val="1506552889"/>
              <w:placeholder>
                <w:docPart w:val="B791A7286C0D44018E55D645F33D08C3"/>
              </w:placeholder>
              <w:text w:multiLine="1"/>
            </w:sdtPr>
            <w:sdtEndPr/>
            <w:sdtContent>
              <w:p w14:paraId="0F2BA534" w14:textId="77777777" w:rsidR="00362A7D" w:rsidRPr="00B83A1A" w:rsidRDefault="00D40277" w:rsidP="00362A7D">
                <w:pPr>
                  <w:pStyle w:val="NoSpacing"/>
                  <w:rPr>
                    <w:rFonts w:asciiTheme="majorHAnsi" w:hAnsiTheme="majorHAnsi"/>
                    <w:lang w:val="cs-CZ"/>
                  </w:rPr>
                </w:pPr>
                <w:r w:rsidRPr="00B83A1A">
                  <w:rPr>
                    <w:rFonts w:asciiTheme="majorHAnsi" w:hAnsiTheme="majorHAnsi"/>
                    <w:lang w:val="cs-CZ"/>
                  </w:rPr>
                  <w:t>Dle přiložené prezenční listiny</w:t>
                </w:r>
              </w:p>
            </w:sdtContent>
          </w:sdt>
          <w:p w14:paraId="3AB20B2C" w14:textId="133FCF20" w:rsidR="00AD49F6" w:rsidRPr="00B83A1A" w:rsidRDefault="00AD49F6" w:rsidP="00B83A1A">
            <w:pPr>
              <w:pStyle w:val="Label"/>
            </w:pPr>
          </w:p>
        </w:tc>
      </w:tr>
    </w:tbl>
    <w:sdt>
      <w:sdtPr>
        <w:rPr>
          <w:rStyle w:val="Heading2Char"/>
        </w:rPr>
        <w:alias w:val="Uvod"/>
        <w:tag w:val="Uvod"/>
        <w:id w:val="-347490838"/>
        <w:placeholder>
          <w:docPart w:val="C0D9D93F350B487C936D45B8FF2B63CC"/>
        </w:placeholder>
        <w:showingPlcHdr/>
        <w:text w:multiLine="1"/>
      </w:sdtPr>
      <w:sdtEndPr>
        <w:rPr>
          <w:rStyle w:val="DefaultParagraphFont"/>
          <w:sz w:val="28"/>
          <w:szCs w:val="32"/>
        </w:rPr>
      </w:sdtEndPr>
      <w:sdtContent>
        <w:p w14:paraId="10DDC0F9" w14:textId="77777777" w:rsidR="00C45BB7" w:rsidRPr="00B83A1A" w:rsidRDefault="00C45BB7" w:rsidP="00C45BB7">
          <w:pPr>
            <w:pStyle w:val="Title1"/>
            <w:rPr>
              <w:rStyle w:val="Heading2Char"/>
            </w:rPr>
          </w:pPr>
          <w:r w:rsidRPr="00B83A1A">
            <w:rPr>
              <w:rStyle w:val="PlaceholderText"/>
            </w:rPr>
            <w:t>Důvod</w:t>
          </w:r>
          <w:r w:rsidR="007D02E1" w:rsidRPr="00B83A1A">
            <w:rPr>
              <w:rStyle w:val="PlaceholderText"/>
            </w:rPr>
            <w:t>y</w:t>
          </w:r>
          <w:r w:rsidRPr="00B83A1A">
            <w:rPr>
              <w:rStyle w:val="PlaceholderText"/>
            </w:rPr>
            <w:t xml:space="preserve"> a cíle jednání</w:t>
          </w:r>
        </w:p>
      </w:sdtContent>
    </w:sdt>
    <w:p w14:paraId="5BA08931" w14:textId="2217F7A8" w:rsidR="00E03031" w:rsidRPr="00F0458F" w:rsidRDefault="00CD5D03" w:rsidP="00F0458F">
      <w:pPr>
        <w:jc w:val="both"/>
        <w:rPr>
          <w:sz w:val="20"/>
          <w:szCs w:val="20"/>
          <w:lang w:eastAsia="sv-SE"/>
        </w:rPr>
      </w:pPr>
      <w:r w:rsidRPr="00F0458F">
        <w:rPr>
          <w:sz w:val="20"/>
          <w:szCs w:val="20"/>
          <w:lang w:eastAsia="sv-SE"/>
        </w:rPr>
        <w:t xml:space="preserve">Předmětem jednání bylo </w:t>
      </w:r>
      <w:r w:rsidR="00E03031" w:rsidRPr="00F0458F">
        <w:rPr>
          <w:sz w:val="20"/>
          <w:szCs w:val="20"/>
          <w:lang w:eastAsia="sv-SE"/>
        </w:rPr>
        <w:t xml:space="preserve">projednání </w:t>
      </w:r>
      <w:r w:rsidR="00B83A1A" w:rsidRPr="00F0458F">
        <w:rPr>
          <w:sz w:val="20"/>
          <w:szCs w:val="20"/>
          <w:lang w:eastAsia="sv-SE"/>
        </w:rPr>
        <w:t>plánu organizace výstavby (tj</w:t>
      </w:r>
      <w:r w:rsidR="00F0458F" w:rsidRPr="00F0458F">
        <w:rPr>
          <w:sz w:val="20"/>
          <w:szCs w:val="20"/>
          <w:lang w:eastAsia="sv-SE"/>
        </w:rPr>
        <w:t>.</w:t>
      </w:r>
      <w:r w:rsidR="00B83A1A" w:rsidRPr="00F0458F">
        <w:rPr>
          <w:sz w:val="20"/>
          <w:szCs w:val="20"/>
          <w:lang w:eastAsia="sv-SE"/>
        </w:rPr>
        <w:t xml:space="preserve"> především stavebních postupů a výluk železniční dopravy) pro výše zmíněné stavby</w:t>
      </w:r>
      <w:r w:rsidR="00E03031" w:rsidRPr="00F0458F">
        <w:rPr>
          <w:sz w:val="20"/>
          <w:szCs w:val="20"/>
          <w:lang w:eastAsia="sv-SE"/>
        </w:rPr>
        <w:t>.</w:t>
      </w:r>
    </w:p>
    <w:p w14:paraId="3D1196A1" w14:textId="2805FB73" w:rsidR="002C3C3C" w:rsidRPr="00B83A1A" w:rsidRDefault="00885418" w:rsidP="002C3C3C">
      <w:pPr>
        <w:rPr>
          <w:b/>
          <w:bCs/>
          <w:sz w:val="12"/>
          <w:u w:val="single"/>
        </w:rPr>
      </w:pPr>
      <w:sdt>
        <w:sdtPr>
          <w:rPr>
            <w:rStyle w:val="Heading2Char"/>
            <w:b/>
            <w:bCs/>
            <w:sz w:val="18"/>
            <w:u w:val="single"/>
          </w:rPr>
          <w:alias w:val="Zaver"/>
          <w:tag w:val="Zaver"/>
          <w:id w:val="611870521"/>
          <w:placeholder>
            <w:docPart w:val="41E367B20BED4AE58EC133EDDB78F58C"/>
          </w:placeholder>
          <w:text w:multiLine="1"/>
        </w:sdtPr>
        <w:sdtEndPr>
          <w:rPr>
            <w:rStyle w:val="DefaultParagraphFont"/>
            <w:rFonts w:eastAsiaTheme="minorHAnsi" w:cstheme="minorBidi"/>
            <w:szCs w:val="18"/>
          </w:rPr>
        </w:sdtEndPr>
        <w:sdtContent>
          <w:r w:rsidR="002C3C3C" w:rsidRPr="00B83A1A">
            <w:rPr>
              <w:rStyle w:val="Heading2Char"/>
              <w:b/>
              <w:bCs/>
              <w:sz w:val="18"/>
              <w:u w:val="single"/>
            </w:rPr>
            <w:t>Průběh a závěry jednání:</w:t>
          </w:r>
        </w:sdtContent>
      </w:sdt>
    </w:p>
    <w:p w14:paraId="79D2743A" w14:textId="151E338F" w:rsidR="00B83A1A" w:rsidRPr="00284023" w:rsidRDefault="00B83A1A" w:rsidP="00B83A1A">
      <w:pPr>
        <w:pStyle w:val="ListParagraph"/>
        <w:ind w:left="0"/>
        <w:jc w:val="both"/>
        <w:rPr>
          <w:sz w:val="20"/>
          <w:szCs w:val="20"/>
          <w:lang w:eastAsia="sv-SE"/>
        </w:rPr>
      </w:pPr>
      <w:r w:rsidRPr="00284023">
        <w:rPr>
          <w:sz w:val="20"/>
          <w:szCs w:val="20"/>
          <w:lang w:eastAsia="sv-SE"/>
        </w:rPr>
        <w:t>Na úvod porady projektant seznámil přítomné s návrhem stavebních postupů a výluk kolejí. Obě stavby „Rekonstrukce ŽST Hrádek na</w:t>
      </w:r>
      <w:bookmarkStart w:id="0" w:name="_GoBack"/>
      <w:bookmarkEnd w:id="0"/>
      <w:r w:rsidRPr="00284023">
        <w:rPr>
          <w:sz w:val="20"/>
          <w:szCs w:val="20"/>
          <w:lang w:eastAsia="sv-SE"/>
        </w:rPr>
        <w:t xml:space="preserve">d Nisou“ i „Rekonstrukce ŽST Chrastava“ budou probíhat na základě závěru z Centrální komise MD ČR souběžně, čemuž odpovídá i navržené řešení stavebních postup. </w:t>
      </w:r>
    </w:p>
    <w:p w14:paraId="42ACBEAE" w14:textId="77777777" w:rsidR="00B83A1A" w:rsidRPr="00284023" w:rsidRDefault="00B83A1A" w:rsidP="00B83A1A">
      <w:pPr>
        <w:pStyle w:val="ListParagraph"/>
        <w:ind w:left="0"/>
        <w:jc w:val="both"/>
        <w:rPr>
          <w:sz w:val="20"/>
          <w:szCs w:val="20"/>
          <w:lang w:eastAsia="sv-SE"/>
        </w:rPr>
      </w:pPr>
    </w:p>
    <w:p w14:paraId="418C86F8" w14:textId="3A737168" w:rsidR="002C3C3C" w:rsidRPr="00284023" w:rsidRDefault="00B83A1A" w:rsidP="00B83A1A">
      <w:pPr>
        <w:pStyle w:val="ListParagraph"/>
        <w:ind w:left="0"/>
        <w:jc w:val="both"/>
        <w:rPr>
          <w:b/>
          <w:bCs/>
          <w:sz w:val="20"/>
          <w:szCs w:val="20"/>
          <w:lang w:eastAsia="sv-SE"/>
        </w:rPr>
      </w:pPr>
      <w:r w:rsidRPr="00284023">
        <w:rPr>
          <w:b/>
          <w:bCs/>
          <w:sz w:val="20"/>
          <w:szCs w:val="20"/>
          <w:lang w:eastAsia="sv-SE"/>
        </w:rPr>
        <w:t>Navržené řešení bylo následující:</w:t>
      </w:r>
    </w:p>
    <w:p w14:paraId="4E7A49D4" w14:textId="6C4E28E8" w:rsidR="00B83A1A" w:rsidRPr="00284023" w:rsidRDefault="00B83A1A" w:rsidP="00B83A1A">
      <w:pPr>
        <w:pStyle w:val="Heading3"/>
        <w:numPr>
          <w:ilvl w:val="0"/>
          <w:numId w:val="0"/>
        </w:numPr>
        <w:jc w:val="both"/>
        <w:rPr>
          <w:szCs w:val="20"/>
          <w:u w:val="single"/>
        </w:rPr>
      </w:pPr>
      <w:r w:rsidRPr="00284023">
        <w:rPr>
          <w:szCs w:val="20"/>
          <w:u w:val="single"/>
        </w:rPr>
        <w:t>Stavební postup č. 0</w:t>
      </w:r>
    </w:p>
    <w:p w14:paraId="76D65931" w14:textId="6C4E4474" w:rsidR="00B83A1A" w:rsidRPr="00284023" w:rsidRDefault="00B83A1A" w:rsidP="00B83A1A">
      <w:pPr>
        <w:rPr>
          <w:sz w:val="20"/>
          <w:szCs w:val="20"/>
        </w:rPr>
      </w:pPr>
      <w:r w:rsidRPr="00284023">
        <w:rPr>
          <w:sz w:val="20"/>
          <w:szCs w:val="20"/>
        </w:rPr>
        <w:tab/>
        <w:t>V celém úseku stavby budou prováděny výkopové práce na kabelových trasách.</w:t>
      </w:r>
      <w:r w:rsidRPr="00284023">
        <w:rPr>
          <w:sz w:val="20"/>
          <w:szCs w:val="20"/>
        </w:rPr>
        <w:t xml:space="preserve"> Doba trvání stavebního postupu 60 dní, bez výluk. Jízdy vlaků bez omezení, náhradní autobusová doprava nebude zavedena.</w:t>
      </w:r>
    </w:p>
    <w:p w14:paraId="7D71DFEF" w14:textId="05821DDB" w:rsidR="00B83A1A" w:rsidRPr="00284023" w:rsidRDefault="00B83A1A" w:rsidP="00B83A1A">
      <w:pPr>
        <w:pStyle w:val="Heading3"/>
        <w:numPr>
          <w:ilvl w:val="0"/>
          <w:numId w:val="0"/>
        </w:numPr>
        <w:jc w:val="both"/>
        <w:rPr>
          <w:szCs w:val="20"/>
          <w:u w:val="single"/>
        </w:rPr>
      </w:pPr>
      <w:r w:rsidRPr="00284023">
        <w:rPr>
          <w:szCs w:val="20"/>
          <w:u w:val="single"/>
        </w:rPr>
        <w:t>Stavební postup č. 1</w:t>
      </w:r>
    </w:p>
    <w:p w14:paraId="1B97229B" w14:textId="7A519937" w:rsidR="00B83A1A" w:rsidRPr="00284023" w:rsidRDefault="00B83A1A" w:rsidP="000E1521">
      <w:pPr>
        <w:spacing w:after="0"/>
        <w:jc w:val="both"/>
        <w:rPr>
          <w:sz w:val="20"/>
          <w:szCs w:val="20"/>
        </w:rPr>
      </w:pPr>
      <w:r w:rsidRPr="00284023">
        <w:rPr>
          <w:sz w:val="20"/>
          <w:szCs w:val="20"/>
        </w:rPr>
        <w:t>V celém úseku stavby budou pokračovat práce na výkopech a pokládce kabelových tras.</w:t>
      </w:r>
      <w:r w:rsidRPr="00284023">
        <w:rPr>
          <w:sz w:val="20"/>
          <w:szCs w:val="20"/>
        </w:rPr>
        <w:t xml:space="preserve"> </w:t>
      </w:r>
      <w:r w:rsidRPr="00284023">
        <w:rPr>
          <w:sz w:val="20"/>
          <w:szCs w:val="20"/>
        </w:rPr>
        <w:t>V ŽST Chrastava bud</w:t>
      </w:r>
      <w:r w:rsidRPr="00284023">
        <w:rPr>
          <w:sz w:val="20"/>
          <w:szCs w:val="20"/>
        </w:rPr>
        <w:t>e provedena d</w:t>
      </w:r>
      <w:r w:rsidRPr="00284023">
        <w:rPr>
          <w:sz w:val="20"/>
          <w:szCs w:val="20"/>
        </w:rPr>
        <w:t>emolice boční rampy</w:t>
      </w:r>
      <w:r w:rsidRPr="00284023">
        <w:rPr>
          <w:sz w:val="20"/>
          <w:szCs w:val="20"/>
        </w:rPr>
        <w:t>, d</w:t>
      </w:r>
      <w:r w:rsidRPr="00284023">
        <w:rPr>
          <w:sz w:val="20"/>
          <w:szCs w:val="20"/>
        </w:rPr>
        <w:t xml:space="preserve">emontáž stávající koleje č. 2, </w:t>
      </w:r>
      <w:r w:rsidRPr="00284023">
        <w:rPr>
          <w:sz w:val="20"/>
          <w:szCs w:val="20"/>
        </w:rPr>
        <w:t>bude zahájena výstavba</w:t>
      </w:r>
      <w:r w:rsidRPr="00284023">
        <w:rPr>
          <w:sz w:val="20"/>
          <w:szCs w:val="20"/>
        </w:rPr>
        <w:t xml:space="preserve"> vnějšího nástupiště č. 1,</w:t>
      </w:r>
      <w:r w:rsidRPr="00284023">
        <w:rPr>
          <w:sz w:val="20"/>
          <w:szCs w:val="20"/>
        </w:rPr>
        <w:t xml:space="preserve"> a výstavba</w:t>
      </w:r>
      <w:r w:rsidRPr="00284023">
        <w:rPr>
          <w:sz w:val="20"/>
          <w:szCs w:val="20"/>
        </w:rPr>
        <w:t xml:space="preserve"> nového podchodu v km 10,500 pod stávající kolejí č. 2</w:t>
      </w:r>
      <w:r w:rsidRPr="00284023">
        <w:rPr>
          <w:sz w:val="20"/>
          <w:szCs w:val="20"/>
        </w:rPr>
        <w:t>. Doba trvání stavebního postupu</w:t>
      </w:r>
      <w:r w:rsidRPr="00284023">
        <w:rPr>
          <w:b/>
          <w:bCs/>
          <w:sz w:val="20"/>
          <w:szCs w:val="20"/>
        </w:rPr>
        <w:t xml:space="preserve"> </w:t>
      </w:r>
      <w:r w:rsidRPr="00284023">
        <w:rPr>
          <w:sz w:val="20"/>
          <w:szCs w:val="20"/>
        </w:rPr>
        <w:t>45 dní</w:t>
      </w:r>
      <w:r w:rsidRPr="00284023">
        <w:rPr>
          <w:sz w:val="20"/>
          <w:szCs w:val="20"/>
        </w:rPr>
        <w:t xml:space="preserve">, v ŽST Chrastava vyloučeny </w:t>
      </w:r>
      <w:r w:rsidRPr="00284023">
        <w:rPr>
          <w:sz w:val="20"/>
          <w:szCs w:val="20"/>
        </w:rPr>
        <w:t>SK č. 2</w:t>
      </w:r>
      <w:r w:rsidRPr="00284023">
        <w:rPr>
          <w:sz w:val="20"/>
          <w:szCs w:val="20"/>
        </w:rPr>
        <w:t xml:space="preserve">, </w:t>
      </w:r>
      <w:r w:rsidRPr="00284023">
        <w:rPr>
          <w:sz w:val="20"/>
          <w:szCs w:val="20"/>
        </w:rPr>
        <w:t>4</w:t>
      </w:r>
      <w:r w:rsidRPr="00284023">
        <w:rPr>
          <w:sz w:val="20"/>
          <w:szCs w:val="20"/>
        </w:rPr>
        <w:t xml:space="preserve">, </w:t>
      </w:r>
      <w:r w:rsidRPr="00284023">
        <w:rPr>
          <w:sz w:val="20"/>
          <w:szCs w:val="20"/>
        </w:rPr>
        <w:t>6</w:t>
      </w:r>
      <w:r w:rsidRPr="00284023">
        <w:rPr>
          <w:sz w:val="20"/>
          <w:szCs w:val="20"/>
        </w:rPr>
        <w:t xml:space="preserve">, </w:t>
      </w:r>
      <w:r w:rsidRPr="00284023">
        <w:rPr>
          <w:sz w:val="20"/>
          <w:szCs w:val="20"/>
        </w:rPr>
        <w:t>8</w:t>
      </w:r>
      <w:r w:rsidRPr="00284023">
        <w:rPr>
          <w:sz w:val="20"/>
          <w:szCs w:val="20"/>
        </w:rPr>
        <w:t xml:space="preserve">, </w:t>
      </w:r>
      <w:r w:rsidRPr="00284023">
        <w:rPr>
          <w:sz w:val="20"/>
          <w:szCs w:val="20"/>
        </w:rPr>
        <w:t>10</w:t>
      </w:r>
      <w:r w:rsidRPr="00284023">
        <w:rPr>
          <w:sz w:val="20"/>
          <w:szCs w:val="20"/>
        </w:rPr>
        <w:t>.</w:t>
      </w:r>
    </w:p>
    <w:p w14:paraId="33A4BC34" w14:textId="509984DB" w:rsidR="00B83A1A" w:rsidRPr="00284023" w:rsidRDefault="00B83A1A" w:rsidP="000E1521">
      <w:pPr>
        <w:spacing w:after="80"/>
        <w:jc w:val="both"/>
        <w:rPr>
          <w:rFonts w:eastAsiaTheme="majorEastAsia" w:cstheme="majorBidi"/>
          <w:b/>
          <w:bCs/>
          <w:sz w:val="20"/>
          <w:szCs w:val="20"/>
        </w:rPr>
      </w:pPr>
      <w:r w:rsidRPr="00284023">
        <w:rPr>
          <w:sz w:val="20"/>
          <w:szCs w:val="20"/>
        </w:rPr>
        <w:t>Jízdy vlaků pravidelné osobní dopravy bez omezení, v ŽST Chrastava bude jízda možná pouze po stávajících kolejích č. 1 a 3</w:t>
      </w:r>
      <w:r w:rsidRPr="00284023">
        <w:rPr>
          <w:sz w:val="20"/>
          <w:szCs w:val="20"/>
        </w:rPr>
        <w:t>, n</w:t>
      </w:r>
      <w:r w:rsidRPr="00284023">
        <w:rPr>
          <w:sz w:val="20"/>
          <w:szCs w:val="20"/>
        </w:rPr>
        <w:t>áhradní autobusová doprava nebude zavedena.</w:t>
      </w:r>
    </w:p>
    <w:p w14:paraId="51D4ECD5" w14:textId="494592C1" w:rsidR="00B83A1A" w:rsidRPr="00284023" w:rsidRDefault="00B83A1A" w:rsidP="0075695D">
      <w:pPr>
        <w:pStyle w:val="Heading3"/>
        <w:numPr>
          <w:ilvl w:val="0"/>
          <w:numId w:val="0"/>
        </w:numPr>
        <w:jc w:val="both"/>
        <w:rPr>
          <w:szCs w:val="20"/>
          <w:u w:val="single"/>
        </w:rPr>
      </w:pPr>
      <w:r w:rsidRPr="00284023">
        <w:rPr>
          <w:szCs w:val="20"/>
          <w:u w:val="single"/>
        </w:rPr>
        <w:t>Stavební postup č. 2</w:t>
      </w:r>
      <w:r w:rsidR="0075695D" w:rsidRPr="00284023">
        <w:rPr>
          <w:szCs w:val="20"/>
          <w:u w:val="single"/>
        </w:rPr>
        <w:t xml:space="preserve"> - hlavní</w:t>
      </w:r>
      <w:r w:rsidRPr="00284023">
        <w:rPr>
          <w:szCs w:val="20"/>
          <w:u w:val="single"/>
        </w:rPr>
        <w:t>:</w:t>
      </w:r>
    </w:p>
    <w:p w14:paraId="4E08BCC8" w14:textId="77777777" w:rsidR="00B83A1A" w:rsidRPr="00284023" w:rsidRDefault="00B83A1A" w:rsidP="00B83A1A">
      <w:pPr>
        <w:jc w:val="both"/>
        <w:rPr>
          <w:sz w:val="20"/>
          <w:szCs w:val="20"/>
        </w:rPr>
      </w:pPr>
      <w:r w:rsidRPr="00284023">
        <w:rPr>
          <w:sz w:val="20"/>
          <w:szCs w:val="20"/>
        </w:rPr>
        <w:t xml:space="preserve">Budou prováděny hlavní práce na stavebních objektech železničním svršku a spodku v ŽST Chrastava, demolice stávajícího ostrovního nástupiště a výstavba nového ostrovního + vnějšího nástupiště v ŽST Chrastava. V obvodu ŽST Chrastava bude provedena rekonstrukce mostů v km 9,924 (demolice), mostu v km 10,152, mostu v km 10,216 (demolice), demolice stávajícího podchodu v km 10,543, rekonstrukce mostu </w:t>
      </w:r>
      <w:r w:rsidRPr="00284023">
        <w:rPr>
          <w:sz w:val="20"/>
          <w:szCs w:val="20"/>
        </w:rPr>
        <w:lastRenderedPageBreak/>
        <w:t>v km 10,650 a mostu v km 11,026. Bude pokračovat výstavba nového podchodu v km 10,500 pod všemi kolejemi.</w:t>
      </w:r>
    </w:p>
    <w:p w14:paraId="6658C788" w14:textId="77777777" w:rsidR="0075695D" w:rsidRPr="00284023" w:rsidRDefault="00B83A1A" w:rsidP="0075695D">
      <w:pPr>
        <w:jc w:val="both"/>
        <w:rPr>
          <w:sz w:val="20"/>
          <w:szCs w:val="20"/>
        </w:rPr>
      </w:pPr>
      <w:r w:rsidRPr="00284023">
        <w:rPr>
          <w:sz w:val="20"/>
          <w:szCs w:val="20"/>
        </w:rPr>
        <w:t>V ŽST Hrádek nad Nisou budou probíhat práce rekonstrukci „chrastavské“ části kolejiště, tzn. hlavní práce na stavebních objektech železničního svršku a spodku na chrastavském zhlaví a záhlaví, a staničních kolejí do km cca 20,210. Bude probíhat demontáž části stávajícího a výstavba části nového ostrovního nástupiště (od začátku nástupiště na chrastavské straně do km 20,200) a výstavba vnějšího nástupiště u koleje č. 1. Bude provedena demolice stávajících podchodů v km 19,900 a 20,210, rekonstrukce přejezdu v km 19,922 a bude zahájena výstavba nového podchodu v km 20,163.</w:t>
      </w:r>
      <w:r w:rsidR="0075695D" w:rsidRPr="00284023">
        <w:rPr>
          <w:sz w:val="20"/>
          <w:szCs w:val="20"/>
        </w:rPr>
        <w:t xml:space="preserve"> </w:t>
      </w:r>
    </w:p>
    <w:p w14:paraId="0EC98CE7" w14:textId="59A2C958" w:rsidR="00B83A1A" w:rsidRPr="00284023" w:rsidRDefault="0075695D" w:rsidP="0075695D">
      <w:pPr>
        <w:jc w:val="both"/>
        <w:rPr>
          <w:sz w:val="20"/>
          <w:szCs w:val="20"/>
        </w:rPr>
      </w:pPr>
      <w:r w:rsidRPr="00284023">
        <w:rPr>
          <w:sz w:val="20"/>
          <w:szCs w:val="20"/>
        </w:rPr>
        <w:t>Doba trvání stavebního postupu</w:t>
      </w:r>
      <w:r w:rsidRPr="00284023">
        <w:rPr>
          <w:b/>
          <w:bCs/>
          <w:sz w:val="20"/>
          <w:szCs w:val="20"/>
        </w:rPr>
        <w:t xml:space="preserve"> </w:t>
      </w:r>
      <w:r w:rsidR="00B83A1A" w:rsidRPr="00284023">
        <w:rPr>
          <w:sz w:val="20"/>
          <w:szCs w:val="20"/>
        </w:rPr>
        <w:t>120 dní</w:t>
      </w:r>
      <w:r w:rsidRPr="00284023">
        <w:rPr>
          <w:sz w:val="20"/>
          <w:szCs w:val="20"/>
        </w:rPr>
        <w:t xml:space="preserve">, vyloučené koleje: </w:t>
      </w:r>
      <w:r w:rsidR="00B83A1A" w:rsidRPr="00284023">
        <w:rPr>
          <w:sz w:val="20"/>
          <w:szCs w:val="20"/>
        </w:rPr>
        <w:t>TK Liberec – Chrastava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TK Chrastava – Hrádek nad Nisou</w:t>
      </w:r>
      <w:r w:rsidRPr="00284023">
        <w:rPr>
          <w:sz w:val="20"/>
          <w:szCs w:val="20"/>
        </w:rPr>
        <w:t xml:space="preserve">, v </w:t>
      </w:r>
      <w:r w:rsidRPr="00284023">
        <w:rPr>
          <w:sz w:val="20"/>
          <w:szCs w:val="20"/>
        </w:rPr>
        <w:tab/>
        <w:t xml:space="preserve">ŽST Chrastava </w:t>
      </w:r>
      <w:r w:rsidR="00B83A1A" w:rsidRPr="00284023">
        <w:rPr>
          <w:sz w:val="20"/>
          <w:szCs w:val="20"/>
        </w:rPr>
        <w:t>SK č. 1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2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3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4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6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8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10</w:t>
      </w:r>
      <w:r w:rsidRPr="00284023">
        <w:rPr>
          <w:sz w:val="20"/>
          <w:szCs w:val="20"/>
        </w:rPr>
        <w:t xml:space="preserve">, v ŽST Hrádek nad Nisou </w:t>
      </w:r>
      <w:r w:rsidR="00B83A1A" w:rsidRPr="00284023">
        <w:rPr>
          <w:sz w:val="20"/>
          <w:szCs w:val="20"/>
          <w:lang w:val="en-GB"/>
        </w:rPr>
        <w:t xml:space="preserve">SK č. 1 (od </w:t>
      </w:r>
      <w:r w:rsidR="00B83A1A" w:rsidRPr="00284023">
        <w:rPr>
          <w:sz w:val="20"/>
          <w:szCs w:val="20"/>
        </w:rPr>
        <w:t>chrastavského</w:t>
      </w:r>
      <w:r w:rsidR="00B83A1A" w:rsidRPr="00284023">
        <w:rPr>
          <w:sz w:val="20"/>
          <w:szCs w:val="20"/>
          <w:lang w:val="en-GB"/>
        </w:rPr>
        <w:t xml:space="preserve"> </w:t>
      </w:r>
      <w:r w:rsidR="00B83A1A" w:rsidRPr="00284023">
        <w:rPr>
          <w:sz w:val="20"/>
          <w:szCs w:val="20"/>
        </w:rPr>
        <w:t>zhlaví</w:t>
      </w:r>
      <w:r w:rsidR="00B83A1A" w:rsidRPr="00284023">
        <w:rPr>
          <w:sz w:val="20"/>
          <w:szCs w:val="20"/>
          <w:lang w:val="en-GB"/>
        </w:rPr>
        <w:t xml:space="preserve"> do km 20,230)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  <w:lang w:val="en-GB"/>
        </w:rPr>
        <w:t xml:space="preserve">2 (od </w:t>
      </w:r>
      <w:r w:rsidR="00B83A1A" w:rsidRPr="00284023">
        <w:rPr>
          <w:sz w:val="20"/>
          <w:szCs w:val="20"/>
        </w:rPr>
        <w:t>chrastavského</w:t>
      </w:r>
      <w:r w:rsidR="00B83A1A" w:rsidRPr="00284023">
        <w:rPr>
          <w:sz w:val="20"/>
          <w:szCs w:val="20"/>
          <w:lang w:val="en-GB"/>
        </w:rPr>
        <w:t xml:space="preserve"> </w:t>
      </w:r>
      <w:r w:rsidR="00B83A1A" w:rsidRPr="00284023">
        <w:rPr>
          <w:sz w:val="20"/>
          <w:szCs w:val="20"/>
        </w:rPr>
        <w:t>zhlaví</w:t>
      </w:r>
      <w:r w:rsidR="00B83A1A" w:rsidRPr="00284023">
        <w:rPr>
          <w:sz w:val="20"/>
          <w:szCs w:val="20"/>
          <w:lang w:val="en-GB"/>
        </w:rPr>
        <w:t xml:space="preserve"> do km 20,230)</w:t>
      </w:r>
      <w:r w:rsidRPr="00284023">
        <w:rPr>
          <w:sz w:val="20"/>
          <w:szCs w:val="20"/>
          <w:lang w:val="en-GB"/>
        </w:rPr>
        <w:t xml:space="preserve">, </w:t>
      </w:r>
      <w:r w:rsidR="00B83A1A" w:rsidRPr="00284023">
        <w:rPr>
          <w:sz w:val="20"/>
          <w:szCs w:val="20"/>
        </w:rPr>
        <w:t>3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4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5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6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8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10</w:t>
      </w:r>
      <w:r w:rsidRPr="00284023">
        <w:rPr>
          <w:sz w:val="20"/>
          <w:szCs w:val="20"/>
        </w:rPr>
        <w:t xml:space="preserve">, </w:t>
      </w:r>
      <w:r w:rsidR="00B83A1A" w:rsidRPr="00284023">
        <w:rPr>
          <w:sz w:val="20"/>
          <w:szCs w:val="20"/>
        </w:rPr>
        <w:t>12</w:t>
      </w:r>
      <w:r w:rsidRPr="00284023">
        <w:rPr>
          <w:sz w:val="20"/>
          <w:szCs w:val="20"/>
        </w:rPr>
        <w:t xml:space="preserve">. </w:t>
      </w:r>
      <w:r w:rsidR="00B83A1A" w:rsidRPr="00284023">
        <w:rPr>
          <w:sz w:val="20"/>
          <w:szCs w:val="20"/>
        </w:rPr>
        <w:t>Jízdy vlaků v úseku Liberec – Chrastava – Hrádek nad Nisou nebudou možné. Jízdy vlaků budou možné pouze v úseku Hrádek nad Nisou – Zittau, v ŽST Hrádek nad Nisou budou vjezdy od ŽST Zittau možné pouze na kusé zkrácené koleje č. 1 a 2, bez možnosti objíždění.</w:t>
      </w:r>
      <w:r w:rsidRPr="00284023">
        <w:rPr>
          <w:sz w:val="20"/>
          <w:szCs w:val="20"/>
        </w:rPr>
        <w:t xml:space="preserve"> </w:t>
      </w:r>
      <w:r w:rsidR="00B83A1A" w:rsidRPr="00284023">
        <w:rPr>
          <w:sz w:val="20"/>
          <w:szCs w:val="20"/>
        </w:rPr>
        <w:t>Bude zavedena náhradní autobusová doprava v úseku Liberec – Chrastava – Hrádek nad Nisou.</w:t>
      </w:r>
    </w:p>
    <w:p w14:paraId="652F2EAA" w14:textId="77777777" w:rsidR="00B83A1A" w:rsidRPr="00284023" w:rsidRDefault="00B83A1A" w:rsidP="0075695D">
      <w:pPr>
        <w:pStyle w:val="Heading3"/>
        <w:numPr>
          <w:ilvl w:val="0"/>
          <w:numId w:val="0"/>
        </w:numPr>
        <w:jc w:val="both"/>
        <w:rPr>
          <w:szCs w:val="20"/>
          <w:u w:val="single"/>
        </w:rPr>
      </w:pPr>
      <w:r w:rsidRPr="00284023">
        <w:rPr>
          <w:szCs w:val="20"/>
          <w:u w:val="single"/>
        </w:rPr>
        <w:t>Stavební postup č. 3:</w:t>
      </w:r>
    </w:p>
    <w:p w14:paraId="466ACA51" w14:textId="77777777" w:rsidR="00B83A1A" w:rsidRPr="00284023" w:rsidRDefault="00B83A1A" w:rsidP="00B83A1A">
      <w:pPr>
        <w:jc w:val="both"/>
        <w:rPr>
          <w:sz w:val="20"/>
          <w:szCs w:val="20"/>
        </w:rPr>
      </w:pPr>
      <w:r w:rsidRPr="00284023">
        <w:rPr>
          <w:sz w:val="20"/>
          <w:szCs w:val="20"/>
        </w:rPr>
        <w:t xml:space="preserve">V ŽST Chrastava bude pokračovat výstavba ostrovního nástupiště č. 2a  nového podchodu v km 10,500 pod kolejemi č. 3 a 5 (nové číslování) a práce na železničním svršku a spodku ve staničních kolejích č. 3 a 5 (nové číslování). </w:t>
      </w:r>
    </w:p>
    <w:p w14:paraId="09E05A06" w14:textId="77777777" w:rsidR="00B83A1A" w:rsidRPr="00284023" w:rsidRDefault="00B83A1A" w:rsidP="00B83A1A">
      <w:pPr>
        <w:jc w:val="both"/>
        <w:rPr>
          <w:sz w:val="20"/>
          <w:szCs w:val="20"/>
          <w:lang w:val="pl-PL"/>
        </w:rPr>
      </w:pPr>
      <w:r w:rsidRPr="00284023">
        <w:rPr>
          <w:sz w:val="20"/>
          <w:szCs w:val="20"/>
        </w:rPr>
        <w:t>V ŽST Hrádek nad Nisou budou probíhat práce na rekonstrukci „žitavské“ části kolejiště, tzn. hlavní práce na stavebních objektech železničního svršku a spodku ve staničních kolejích od km cca 20,210 dále ve směru staničení, na žitavském zhlaví a záhlaví. Pokračovat bude výstavba nového ostrovního nástupiště č. 2, nového podchodu v km 20,163 a demolice stávajícího podchodu v km 20,210. Bude</w:t>
      </w:r>
      <w:r w:rsidRPr="00284023">
        <w:rPr>
          <w:sz w:val="20"/>
          <w:szCs w:val="20"/>
          <w:lang w:val="pl-PL"/>
        </w:rPr>
        <w:t xml:space="preserve"> </w:t>
      </w:r>
      <w:r w:rsidRPr="00284023">
        <w:rPr>
          <w:sz w:val="20"/>
          <w:szCs w:val="20"/>
        </w:rPr>
        <w:t>provedena</w:t>
      </w:r>
      <w:r w:rsidRPr="00284023">
        <w:rPr>
          <w:sz w:val="20"/>
          <w:szCs w:val="20"/>
          <w:lang w:val="pl-PL"/>
        </w:rPr>
        <w:t xml:space="preserve"> </w:t>
      </w:r>
      <w:r w:rsidRPr="00284023">
        <w:rPr>
          <w:sz w:val="20"/>
          <w:szCs w:val="20"/>
        </w:rPr>
        <w:t>rekonstrukce</w:t>
      </w:r>
      <w:r w:rsidRPr="00284023">
        <w:rPr>
          <w:sz w:val="20"/>
          <w:szCs w:val="20"/>
          <w:lang w:val="pl-PL"/>
        </w:rPr>
        <w:t xml:space="preserve"> mostu v km 20,368 a </w:t>
      </w:r>
      <w:r w:rsidRPr="00284023">
        <w:rPr>
          <w:sz w:val="20"/>
          <w:szCs w:val="20"/>
        </w:rPr>
        <w:t>demolice</w:t>
      </w:r>
      <w:r w:rsidRPr="00284023">
        <w:rPr>
          <w:sz w:val="20"/>
          <w:szCs w:val="20"/>
          <w:lang w:val="pl-PL"/>
        </w:rPr>
        <w:t xml:space="preserve"> </w:t>
      </w:r>
      <w:r w:rsidRPr="00284023">
        <w:rPr>
          <w:sz w:val="20"/>
          <w:szCs w:val="20"/>
        </w:rPr>
        <w:t>propustku</w:t>
      </w:r>
      <w:r w:rsidRPr="00284023">
        <w:rPr>
          <w:sz w:val="20"/>
          <w:szCs w:val="20"/>
          <w:lang w:val="pl-PL"/>
        </w:rPr>
        <w:t xml:space="preserve"> v km 20,641.</w:t>
      </w:r>
    </w:p>
    <w:p w14:paraId="58F6279E" w14:textId="2E942487" w:rsidR="00B83A1A" w:rsidRPr="00284023" w:rsidRDefault="00B83A1A" w:rsidP="0075695D">
      <w:pPr>
        <w:pStyle w:val="Heading3"/>
        <w:numPr>
          <w:ilvl w:val="0"/>
          <w:numId w:val="0"/>
        </w:numPr>
        <w:spacing w:before="0"/>
        <w:rPr>
          <w:szCs w:val="20"/>
          <w:lang w:val="pl-PL"/>
        </w:rPr>
      </w:pPr>
      <w:r w:rsidRPr="00284023">
        <w:rPr>
          <w:szCs w:val="20"/>
          <w:lang w:val="pl-PL"/>
        </w:rPr>
        <w:t xml:space="preserve">Doba </w:t>
      </w:r>
      <w:r w:rsidRPr="00022C5F">
        <w:rPr>
          <w:szCs w:val="20"/>
        </w:rPr>
        <w:t>trvání</w:t>
      </w:r>
      <w:r w:rsidRPr="00284023">
        <w:rPr>
          <w:szCs w:val="20"/>
          <w:lang w:val="pl-PL"/>
        </w:rPr>
        <w:t xml:space="preserve"> </w:t>
      </w:r>
      <w:r w:rsidR="0075695D" w:rsidRPr="00022C5F">
        <w:rPr>
          <w:szCs w:val="20"/>
        </w:rPr>
        <w:t>stavebního</w:t>
      </w:r>
      <w:r w:rsidR="0075695D" w:rsidRPr="00284023">
        <w:rPr>
          <w:szCs w:val="20"/>
          <w:lang w:val="pl-PL"/>
        </w:rPr>
        <w:t xml:space="preserve"> </w:t>
      </w:r>
      <w:r w:rsidR="0075695D" w:rsidRPr="00022C5F">
        <w:rPr>
          <w:szCs w:val="20"/>
        </w:rPr>
        <w:t>postupu</w:t>
      </w:r>
      <w:r w:rsidR="0075695D" w:rsidRPr="00284023">
        <w:rPr>
          <w:b/>
          <w:bCs/>
          <w:szCs w:val="20"/>
          <w:lang w:val="pl-PL"/>
        </w:rPr>
        <w:t xml:space="preserve"> </w:t>
      </w:r>
      <w:r w:rsidRPr="00284023">
        <w:rPr>
          <w:szCs w:val="20"/>
          <w:lang w:val="pl-PL"/>
        </w:rPr>
        <w:t xml:space="preserve">60 </w:t>
      </w:r>
      <w:r w:rsidRPr="00F0458F">
        <w:rPr>
          <w:szCs w:val="20"/>
        </w:rPr>
        <w:t>dní</w:t>
      </w:r>
      <w:r w:rsidR="0075695D" w:rsidRPr="00284023">
        <w:rPr>
          <w:szCs w:val="20"/>
          <w:lang w:val="pl-PL"/>
        </w:rPr>
        <w:t xml:space="preserve">, </w:t>
      </w:r>
      <w:r w:rsidR="0075695D" w:rsidRPr="00F0458F">
        <w:rPr>
          <w:szCs w:val="20"/>
        </w:rPr>
        <w:t>vyloučené</w:t>
      </w:r>
      <w:r w:rsidR="0075695D" w:rsidRPr="00284023">
        <w:rPr>
          <w:szCs w:val="20"/>
          <w:lang w:val="pl-PL"/>
        </w:rPr>
        <w:t xml:space="preserve"> koleje: </w:t>
      </w:r>
      <w:r w:rsidRPr="00284023">
        <w:rPr>
          <w:szCs w:val="20"/>
          <w:lang w:val="pl-PL"/>
        </w:rPr>
        <w:t xml:space="preserve">TK Hrádek nad Nisou </w:t>
      </w:r>
      <w:r w:rsidR="0075695D" w:rsidRPr="00284023">
        <w:rPr>
          <w:szCs w:val="20"/>
          <w:lang w:val="pl-PL"/>
        </w:rPr>
        <w:t>–</w:t>
      </w:r>
      <w:r w:rsidRPr="00284023">
        <w:rPr>
          <w:szCs w:val="20"/>
          <w:lang w:val="pl-PL"/>
        </w:rPr>
        <w:t xml:space="preserve"> Zittau</w:t>
      </w:r>
      <w:r w:rsidR="0075695D" w:rsidRPr="00284023">
        <w:rPr>
          <w:szCs w:val="20"/>
          <w:lang w:val="pl-PL"/>
        </w:rPr>
        <w:t>, v ŽST Chrastava: S</w:t>
      </w:r>
      <w:r w:rsidRPr="00284023">
        <w:rPr>
          <w:szCs w:val="20"/>
          <w:lang w:val="pl-PL"/>
        </w:rPr>
        <w:t>K č. 1</w:t>
      </w:r>
      <w:r w:rsidR="0075695D" w:rsidRPr="00284023">
        <w:rPr>
          <w:szCs w:val="20"/>
          <w:lang w:val="pl-PL"/>
        </w:rPr>
        <w:t xml:space="preserve">, </w:t>
      </w:r>
      <w:r w:rsidRPr="00284023">
        <w:rPr>
          <w:szCs w:val="20"/>
          <w:lang w:val="pl-PL"/>
        </w:rPr>
        <w:t>3</w:t>
      </w:r>
      <w:r w:rsidR="0075695D" w:rsidRPr="00284023">
        <w:rPr>
          <w:szCs w:val="20"/>
          <w:lang w:val="pl-PL"/>
        </w:rPr>
        <w:t>, v ŽST Hrádek nad Nisou S</w:t>
      </w:r>
      <w:r w:rsidRPr="00284023">
        <w:rPr>
          <w:szCs w:val="20"/>
          <w:lang w:val="pl-PL"/>
        </w:rPr>
        <w:t>K č. 1 (od km 20,140 na žitavské zhlaví)</w:t>
      </w:r>
      <w:r w:rsidR="0075695D" w:rsidRPr="00284023">
        <w:rPr>
          <w:szCs w:val="20"/>
          <w:lang w:val="pl-PL"/>
        </w:rPr>
        <w:t xml:space="preserve">, </w:t>
      </w:r>
      <w:r w:rsidRPr="00284023">
        <w:rPr>
          <w:szCs w:val="20"/>
          <w:lang w:val="pl-PL"/>
        </w:rPr>
        <w:t>2</w:t>
      </w:r>
      <w:r w:rsidR="0075695D" w:rsidRPr="00284023">
        <w:rPr>
          <w:szCs w:val="20"/>
          <w:lang w:val="pl-PL"/>
        </w:rPr>
        <w:t xml:space="preserve">, </w:t>
      </w:r>
      <w:r w:rsidRPr="00284023">
        <w:rPr>
          <w:szCs w:val="20"/>
          <w:lang w:val="pl-PL"/>
        </w:rPr>
        <w:t>3</w:t>
      </w:r>
      <w:r w:rsidR="0075695D" w:rsidRPr="00284023">
        <w:rPr>
          <w:szCs w:val="20"/>
          <w:lang w:val="pl-PL"/>
        </w:rPr>
        <w:t xml:space="preserve">, </w:t>
      </w:r>
      <w:r w:rsidRPr="00284023">
        <w:rPr>
          <w:szCs w:val="20"/>
          <w:lang w:val="pl-PL"/>
        </w:rPr>
        <w:t>4</w:t>
      </w:r>
      <w:r w:rsidR="0075695D" w:rsidRPr="00284023">
        <w:rPr>
          <w:szCs w:val="20"/>
          <w:lang w:val="pl-PL"/>
        </w:rPr>
        <w:t xml:space="preserve">, </w:t>
      </w:r>
      <w:r w:rsidRPr="00284023">
        <w:rPr>
          <w:szCs w:val="20"/>
          <w:lang w:val="pl-PL"/>
        </w:rPr>
        <w:t>5</w:t>
      </w:r>
      <w:r w:rsidR="0075695D" w:rsidRPr="00284023">
        <w:rPr>
          <w:szCs w:val="20"/>
          <w:lang w:val="pl-PL"/>
        </w:rPr>
        <w:t xml:space="preserve">, </w:t>
      </w:r>
      <w:r w:rsidRPr="00284023">
        <w:rPr>
          <w:szCs w:val="20"/>
          <w:lang w:val="pl-PL"/>
        </w:rPr>
        <w:t>6</w:t>
      </w:r>
      <w:r w:rsidR="0075695D" w:rsidRPr="00284023">
        <w:rPr>
          <w:szCs w:val="20"/>
          <w:lang w:val="pl-PL"/>
        </w:rPr>
        <w:t xml:space="preserve">, </w:t>
      </w:r>
      <w:r w:rsidRPr="00284023">
        <w:rPr>
          <w:szCs w:val="20"/>
          <w:lang w:val="pl-PL"/>
        </w:rPr>
        <w:t>8</w:t>
      </w:r>
      <w:r w:rsidR="0075695D" w:rsidRPr="00284023">
        <w:rPr>
          <w:szCs w:val="20"/>
          <w:lang w:val="pl-PL"/>
        </w:rPr>
        <w:t xml:space="preserve">, </w:t>
      </w:r>
      <w:r w:rsidRPr="00284023">
        <w:rPr>
          <w:szCs w:val="20"/>
          <w:lang w:val="pl-PL"/>
        </w:rPr>
        <w:t>10</w:t>
      </w:r>
      <w:r w:rsidR="0075695D" w:rsidRPr="00284023">
        <w:rPr>
          <w:szCs w:val="20"/>
          <w:lang w:val="pl-PL"/>
        </w:rPr>
        <w:t>, 1</w:t>
      </w:r>
      <w:r w:rsidRPr="00284023">
        <w:rPr>
          <w:szCs w:val="20"/>
          <w:lang w:val="pl-PL"/>
        </w:rPr>
        <w:t>2</w:t>
      </w:r>
      <w:r w:rsidR="0075695D" w:rsidRPr="00284023">
        <w:rPr>
          <w:szCs w:val="20"/>
          <w:lang w:val="pl-PL"/>
        </w:rPr>
        <w:t>.</w:t>
      </w:r>
    </w:p>
    <w:p w14:paraId="4B8DF468" w14:textId="1689D62F" w:rsidR="00B83A1A" w:rsidRPr="00284023" w:rsidRDefault="00B83A1A" w:rsidP="0075695D">
      <w:pPr>
        <w:jc w:val="both"/>
        <w:rPr>
          <w:sz w:val="20"/>
          <w:szCs w:val="20"/>
        </w:rPr>
      </w:pPr>
      <w:r w:rsidRPr="00284023">
        <w:rPr>
          <w:rFonts w:eastAsiaTheme="majorEastAsia" w:cstheme="majorBidi"/>
          <w:b/>
          <w:bCs/>
          <w:sz w:val="20"/>
          <w:szCs w:val="20"/>
        </w:rPr>
        <w:tab/>
      </w:r>
      <w:r w:rsidRPr="00284023">
        <w:rPr>
          <w:sz w:val="20"/>
          <w:szCs w:val="20"/>
        </w:rPr>
        <w:t xml:space="preserve">Jízdy vlaků v úseku Hrádek nad Nisou – Zittau nebudou možné. Jízdy vlaků budou umožněny s omezením pouze v úseku Liberec - Hrádek nad Nisou, v ŽST Hrádek nad Nisou budou vjezdy možné pouze na kusou zkrácenou kolej č. 1 (nástup a výstup cestujících na novém vnějším nástupišti č. 1), bez možnosti objíždění. V ŽST Chrastava bude jízda možná pouze po staniční koleji č. 1, bez možnosti křižování. </w:t>
      </w:r>
      <w:r w:rsidR="0075695D" w:rsidRPr="00284023">
        <w:rPr>
          <w:sz w:val="20"/>
          <w:szCs w:val="20"/>
        </w:rPr>
        <w:t xml:space="preserve"> </w:t>
      </w:r>
      <w:r w:rsidRPr="00284023">
        <w:rPr>
          <w:sz w:val="20"/>
          <w:szCs w:val="20"/>
        </w:rPr>
        <w:t xml:space="preserve">Bude zavedena náhradní autobusová doprava za všechny vlaky v úseku Hrádek nad Nisou – Zittau. Vzhledem k omezené propustnosti trati v úseku Liberec – Chrastava – Hrádek nad Nisou (nemožnost křižování v ŽST Chrastava) </w:t>
      </w:r>
      <w:r w:rsidR="0075695D" w:rsidRPr="00284023">
        <w:rPr>
          <w:sz w:val="20"/>
          <w:szCs w:val="20"/>
        </w:rPr>
        <w:t>bude nu</w:t>
      </w:r>
      <w:r w:rsidRPr="00284023">
        <w:rPr>
          <w:sz w:val="20"/>
          <w:szCs w:val="20"/>
        </w:rPr>
        <w:t>tno</w:t>
      </w:r>
      <w:r w:rsidR="0075695D" w:rsidRPr="00284023">
        <w:rPr>
          <w:sz w:val="20"/>
          <w:szCs w:val="20"/>
        </w:rPr>
        <w:t xml:space="preserve"> část vlaků</w:t>
      </w:r>
      <w:r w:rsidRPr="00284023">
        <w:rPr>
          <w:sz w:val="20"/>
          <w:szCs w:val="20"/>
        </w:rPr>
        <w:t xml:space="preserve"> vést i v tomto úseku náhradní autobusovou dopravou.</w:t>
      </w:r>
    </w:p>
    <w:p w14:paraId="1FE61858" w14:textId="77777777" w:rsidR="00B83A1A" w:rsidRPr="00284023" w:rsidRDefault="00B83A1A" w:rsidP="0075695D">
      <w:pPr>
        <w:pStyle w:val="Heading3"/>
        <w:numPr>
          <w:ilvl w:val="0"/>
          <w:numId w:val="0"/>
        </w:numPr>
        <w:jc w:val="both"/>
        <w:rPr>
          <w:szCs w:val="20"/>
          <w:u w:val="single"/>
        </w:rPr>
      </w:pPr>
      <w:r w:rsidRPr="00284023">
        <w:rPr>
          <w:szCs w:val="20"/>
          <w:u w:val="single"/>
        </w:rPr>
        <w:lastRenderedPageBreak/>
        <w:t>Stavební postup č. 4:</w:t>
      </w:r>
    </w:p>
    <w:p w14:paraId="1FEB66D4" w14:textId="19C72FF6" w:rsidR="00B83A1A" w:rsidRPr="00284023" w:rsidRDefault="00B83A1A" w:rsidP="00B83A1A">
      <w:pPr>
        <w:jc w:val="both"/>
        <w:rPr>
          <w:sz w:val="20"/>
          <w:szCs w:val="20"/>
        </w:rPr>
      </w:pPr>
      <w:r w:rsidRPr="00284023">
        <w:rPr>
          <w:sz w:val="20"/>
          <w:szCs w:val="20"/>
        </w:rPr>
        <w:t xml:space="preserve">V této etapě budou probíhat dokončovací práce v ŽST Chrastava a Hrádek nad Nisou, tzn. výstavba navazujících chodníků a komunikací, úklid ploch zařízení staveniště apod. </w:t>
      </w:r>
      <w:r w:rsidR="0075695D" w:rsidRPr="00284023">
        <w:rPr>
          <w:sz w:val="20"/>
          <w:szCs w:val="20"/>
        </w:rPr>
        <w:t xml:space="preserve"> Doba trvání stavebního postupu 30 dní, bez výluk. Jízdy vlaků bez omezení, náhradní autobusová doprava nebude zavedena.</w:t>
      </w:r>
    </w:p>
    <w:p w14:paraId="3FA5571E" w14:textId="16B7B5E8" w:rsidR="000B4F40" w:rsidRPr="00284023" w:rsidRDefault="0075695D" w:rsidP="00726F56">
      <w:pPr>
        <w:spacing w:after="120"/>
        <w:jc w:val="both"/>
        <w:rPr>
          <w:b/>
          <w:color w:val="FF0000"/>
          <w:sz w:val="20"/>
          <w:szCs w:val="20"/>
        </w:rPr>
      </w:pPr>
      <w:r w:rsidRPr="00284023">
        <w:rPr>
          <w:b/>
          <w:sz w:val="20"/>
          <w:szCs w:val="20"/>
        </w:rPr>
        <w:t>K navrženému řešení byly vzneseny následující p</w:t>
      </w:r>
      <w:r w:rsidR="000B4F40" w:rsidRPr="00284023">
        <w:rPr>
          <w:b/>
          <w:sz w:val="20"/>
          <w:szCs w:val="20"/>
        </w:rPr>
        <w:t>řipomínky a požadavky:</w:t>
      </w:r>
    </w:p>
    <w:p w14:paraId="57488B25" w14:textId="77777777" w:rsidR="0075695D" w:rsidRPr="00284023" w:rsidRDefault="0075695D" w:rsidP="0075695D">
      <w:pPr>
        <w:pStyle w:val="ListParagraph"/>
        <w:numPr>
          <w:ilvl w:val="0"/>
          <w:numId w:val="14"/>
        </w:numPr>
        <w:spacing w:after="120"/>
        <w:jc w:val="both"/>
        <w:rPr>
          <w:bCs/>
          <w:sz w:val="20"/>
          <w:szCs w:val="20"/>
        </w:rPr>
      </w:pPr>
      <w:r w:rsidRPr="00284023">
        <w:rPr>
          <w:bCs/>
          <w:sz w:val="20"/>
          <w:szCs w:val="20"/>
        </w:rPr>
        <w:t>Zástupce SSZ nesouhlasí s navrženou délkou výstavby, kdy na výstavbu podchodů v obou železničních stanicích je požadováno celkem 180 dní.</w:t>
      </w:r>
    </w:p>
    <w:p w14:paraId="568FF0B7" w14:textId="16FF98DA" w:rsidR="000B4F40" w:rsidRPr="00284023" w:rsidRDefault="00FC1921" w:rsidP="00FC1921">
      <w:pPr>
        <w:pStyle w:val="ListParagraph"/>
        <w:numPr>
          <w:ilvl w:val="0"/>
          <w:numId w:val="14"/>
        </w:numPr>
        <w:spacing w:after="120"/>
        <w:jc w:val="both"/>
        <w:rPr>
          <w:bCs/>
          <w:sz w:val="20"/>
          <w:szCs w:val="20"/>
        </w:rPr>
      </w:pPr>
      <w:r w:rsidRPr="00284023">
        <w:rPr>
          <w:bCs/>
          <w:sz w:val="20"/>
          <w:szCs w:val="20"/>
        </w:rPr>
        <w:t>Zástupce dopravce DLB uvádí nevhodnost „ostrovního“ provozu ve stavebním postupu č. 3 v úseku Liberec – Hrádek nad Nisou z důvodu obtížného návozu souprav přes Českou Lípu. Zároveň poukazuje na to, že ani zachování provozu vlaků v úseku Hrádek nad Nisou – Zittau ve stavebním postupu č. 2 není vzhledem ke konstrukci grafikonu vhodné.</w:t>
      </w:r>
    </w:p>
    <w:p w14:paraId="46020A2A" w14:textId="7E7C988E" w:rsidR="00FC1921" w:rsidRPr="00284023" w:rsidRDefault="00FC1921" w:rsidP="0075695D">
      <w:pPr>
        <w:pStyle w:val="ListParagraph"/>
        <w:numPr>
          <w:ilvl w:val="0"/>
          <w:numId w:val="14"/>
        </w:numPr>
        <w:spacing w:after="120"/>
        <w:jc w:val="both"/>
        <w:rPr>
          <w:bCs/>
          <w:sz w:val="20"/>
          <w:szCs w:val="20"/>
        </w:rPr>
      </w:pPr>
      <w:r w:rsidRPr="00284023">
        <w:rPr>
          <w:bCs/>
          <w:sz w:val="20"/>
          <w:szCs w:val="20"/>
        </w:rPr>
        <w:t>Obecně vhodnější řešení bude sloučení stavebního postupu č. 2 a 3 do jednoho postupu, kdy bude kolejově vyloučen celý úsek Liberec – Zittau se zavedením NAD za osobní vlaky v celé délce, s minimalizací délky trvání tohoto stavebního postupu.</w:t>
      </w:r>
    </w:p>
    <w:p w14:paraId="3EF6EC19" w14:textId="77777777" w:rsidR="002C3C3C" w:rsidRPr="00284023" w:rsidRDefault="002C3C3C" w:rsidP="001553B1">
      <w:pPr>
        <w:jc w:val="right"/>
        <w:rPr>
          <w:color w:val="FF0000"/>
          <w:sz w:val="20"/>
          <w:szCs w:val="20"/>
        </w:rPr>
      </w:pPr>
    </w:p>
    <w:p w14:paraId="34C36BDA" w14:textId="77777777" w:rsidR="002C3C3C" w:rsidRPr="00284023" w:rsidRDefault="002C3C3C" w:rsidP="001553B1">
      <w:pPr>
        <w:jc w:val="right"/>
        <w:rPr>
          <w:color w:val="FF0000"/>
          <w:sz w:val="20"/>
          <w:szCs w:val="20"/>
        </w:rPr>
      </w:pPr>
    </w:p>
    <w:p w14:paraId="6264EA88" w14:textId="21CC46C3" w:rsidR="00EE5BCE" w:rsidRPr="00284023" w:rsidRDefault="003B05CF" w:rsidP="001553B1">
      <w:pPr>
        <w:jc w:val="right"/>
        <w:rPr>
          <w:sz w:val="20"/>
          <w:szCs w:val="20"/>
        </w:rPr>
      </w:pPr>
      <w:r w:rsidRPr="00284023">
        <w:rPr>
          <w:sz w:val="20"/>
          <w:szCs w:val="20"/>
        </w:rPr>
        <w:t>Zapsal:</w:t>
      </w:r>
      <w:r w:rsidR="00F547BB" w:rsidRPr="00284023">
        <w:rPr>
          <w:sz w:val="20"/>
          <w:szCs w:val="20"/>
        </w:rPr>
        <w:t xml:space="preserve"> </w:t>
      </w:r>
      <w:r w:rsidR="00DA6F7A" w:rsidRPr="00284023">
        <w:rPr>
          <w:sz w:val="20"/>
          <w:szCs w:val="20"/>
        </w:rPr>
        <w:t>Ing. Vladislav Šefl</w:t>
      </w:r>
    </w:p>
    <w:p w14:paraId="54864962" w14:textId="77777777" w:rsidR="003D70C7" w:rsidRPr="00DD1966" w:rsidRDefault="003D70C7" w:rsidP="00EE5BCE">
      <w:pPr>
        <w:jc w:val="right"/>
      </w:pPr>
    </w:p>
    <w:sectPr w:rsidR="003D70C7" w:rsidRPr="00DD1966" w:rsidSect="00EE5B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274" w:bottom="1134" w:left="1843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A31B0" w14:textId="77777777" w:rsidR="00054A59" w:rsidRDefault="00054A59" w:rsidP="00D974A9">
      <w:pPr>
        <w:spacing w:after="0" w:line="240" w:lineRule="auto"/>
      </w:pPr>
      <w:r>
        <w:separator/>
      </w:r>
    </w:p>
  </w:endnote>
  <w:endnote w:type="continuationSeparator" w:id="0">
    <w:p w14:paraId="7229FD96" w14:textId="77777777" w:rsidR="00054A59" w:rsidRDefault="00054A59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6DBC" w14:textId="77777777" w:rsidR="00CA46F0" w:rsidRDefault="00885418" w:rsidP="00605F48">
    <w:pPr>
      <w:pStyle w:val="FooterAddress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mpanyName"/>
        <w:tag w:val="CompCompanyName"/>
        <w:id w:val="-550078900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AF-CITYPLAN s.r.o.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PostalCode"/>
        <w:tag w:val="LCompPostalCode"/>
        <w:id w:val="-1553066370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, Magistrů 1275/13, 140 00 Praha, 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Code"/>
        <w:tag w:val="CompPostalCode"/>
        <w:id w:val="909038473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140 00</w:t>
        </w:r>
      </w:sdtContent>
    </w:sdt>
    <w:r w:rsidR="00CA46F0"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Address"/>
        <w:tag w:val="CompPostalAddress"/>
        <w:id w:val="-1610196425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Praha,</w:t>
        </w:r>
      </w:sdtContent>
    </w:sdt>
    <w:r w:rsidR="00CA46F0"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"/>
        <w:tag w:val="CompCountry"/>
        <w:id w:val="1367333388"/>
        <w:text/>
      </w:sdtPr>
      <w:sdtEndPr>
        <w:rPr>
          <w:rStyle w:val="FooterAddressChar"/>
        </w:rPr>
      </w:sdtEndPr>
      <w:sdtContent>
        <w:r w:rsidR="00CA46F0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Česká republika</w:t>
        </w:r>
      </w:sdtContent>
    </w:sdt>
    <w:r w:rsidR="00CA46F0"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PhoneFooter"/>
        <w:tag w:val="LPhoneFooter"/>
        <w:id w:val="1464384056"/>
        <w:dataBinding w:prefixMappings="xmlns:ns0='http://schemas.precio.se/dts/templatedata' " w:xpath="/ns0:templatedata[1]/ns0:data[1]/ns0:languages[1]/ns0:language[1]/ns0:contentcontrols[1]/ns0:contentcontrol[47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Tel.: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Phone"/>
        <w:tag w:val="CompCountryPhone"/>
        <w:id w:val="1589421102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+420 277 005 500</w:t>
        </w:r>
      </w:sdtContent>
    </w:sdt>
    <w:r w:rsidR="00CA46F0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Sate"/>
        <w:tag w:val="LCompSate"/>
        <w:id w:val="-871685244"/>
        <w:dataBinding w:prefixMappings="xmlns:ns0='http://schemas.precio.se/dts/templatedata' " w:xpath="/ns0:templatedata[1]/ns0:data[1]/ns0:languages[1]/ns0:language[1]/ns0:contentcontrols[1]/ns0:contentcontrol[49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CA46F0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br/>
        </w:r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Sídlo: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Sate"/>
        <w:tag w:val="CompSate"/>
        <w:id w:val="-1000353599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Magistrů 1275/13, 140 00 Praha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WWWOffice"/>
        <w:tag w:val="_LCompWWWOffice"/>
        <w:id w:val="-692303747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,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WWWOffice"/>
        <w:tag w:val="CompWWWOffice"/>
        <w:id w:val="969786743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Zapsána v obchodním rejstříku vedeném Městským soudem v Praze, oddíl C, </w:t>
        </w:r>
        <w:r w:rsidR="00CA46F0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vložka 25005,                        www.afconsult.com</w:t>
        </w:r>
      </w:sdtContent>
    </w:sdt>
    <w:r w:rsidR="00CA46F0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hyperlink r:id="rId1" w:history="1">
      <w:r w:rsidR="00CA46F0" w:rsidRPr="00926D60">
        <w:rPr>
          <w:rStyle w:val="Hyperlink"/>
          <w:rFonts w:asciiTheme="majorHAnsi" w:eastAsiaTheme="minorHAnsi" w:hAnsiTheme="majorHAnsi" w:cstheme="minorBidi"/>
          <w:szCs w:val="13"/>
          <w:lang w:val="cs-CZ" w:eastAsia="en-US"/>
        </w:rPr>
        <w:t>www.af-cityplan.cz</w:t>
      </w:r>
    </w:hyperlink>
    <w:r w:rsidR="00CA46F0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</w:p>
  <w:p w14:paraId="0D40757B" w14:textId="77777777" w:rsidR="00CA46F0" w:rsidRPr="00C94171" w:rsidRDefault="00CA46F0" w:rsidP="00605F48">
    <w:pPr>
      <w:pStyle w:val="FooterAddress"/>
      <w:rPr>
        <w:szCs w:val="13"/>
        <w:lang w:val="cs-CZ"/>
      </w:rPr>
    </w:pP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IČ:473</w:t>
    </w:r>
    <w:r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 xml:space="preserve"> </w:t>
    </w: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07</w:t>
    </w:r>
    <w:r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 xml:space="preserve"> </w:t>
    </w: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218, DIČ: CZ</w:t>
    </w:r>
    <w:r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 xml:space="preserve"> </w:t>
    </w: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473</w:t>
    </w:r>
    <w:r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 xml:space="preserve"> </w:t>
    </w: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07</w:t>
    </w:r>
    <w:r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 xml:space="preserve"> </w:t>
    </w: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218</w:t>
    </w:r>
  </w:p>
  <w:p w14:paraId="7CE79B4A" w14:textId="77777777" w:rsidR="00CA46F0" w:rsidRPr="0040631A" w:rsidRDefault="00885418" w:rsidP="00605F48">
    <w:pPr>
      <w:pStyle w:val="Zkladn"/>
      <w:tabs>
        <w:tab w:val="left" w:pos="2268"/>
        <w:tab w:val="left" w:pos="2835"/>
        <w:tab w:val="left" w:pos="6237"/>
      </w:tabs>
      <w:ind w:left="70"/>
      <w:rPr>
        <w:rFonts w:asciiTheme="majorHAnsi" w:hAnsiTheme="majorHAnsi" w:cs="Arial"/>
        <w:sz w:val="14"/>
        <w:szCs w:val="12"/>
        <w:lang w:val="cs-CZ"/>
      </w:rPr>
    </w:pPr>
    <w:sdt>
      <w:sdtPr>
        <w:rPr>
          <w:rStyle w:val="FooterAddressChar"/>
          <w:rFonts w:eastAsiaTheme="minorHAnsi" w:cstheme="minorBidi"/>
          <w:szCs w:val="13"/>
          <w:lang w:val="cs-CZ" w:eastAsia="en-US"/>
        </w:rPr>
        <w:alias w:val="LCompCorporateIdentityNumber"/>
        <w:tag w:val="LCompCorporateIdentityNumber"/>
        <w:id w:val="-627249980"/>
        <w:showingPlcHdr/>
        <w:dataBinding w:prefixMappings="xmlns:ns0='http://schemas.precio.se/dts/templatedata' " w:xpath="/ns0:templatedata[1]/ns0:data[1]/ns0:languages[1]/ns0:language[1]/ns0:contentcontrols[1]/ns0:contentcontrol[48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CA46F0">
          <w:rPr>
            <w:rStyle w:val="FooterAddressChar"/>
            <w:rFonts w:eastAsiaTheme="minorHAnsi" w:cstheme="minorBidi"/>
            <w:szCs w:val="13"/>
            <w:lang w:val="cs-CZ" w:eastAsia="en-US"/>
          </w:rPr>
          <w:t xml:space="preserve">     </w:t>
        </w:r>
      </w:sdtContent>
    </w:sdt>
  </w:p>
  <w:p w14:paraId="5C3D5B25" w14:textId="77777777" w:rsidR="00CA46F0" w:rsidRDefault="00CA46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C6DFB" w14:textId="13E890F7" w:rsidR="00CA46F0" w:rsidRPr="003435D8" w:rsidRDefault="00CA46F0" w:rsidP="003435D8">
    <w:pPr>
      <w:pStyle w:val="Footer"/>
    </w:pPr>
    <w:r>
      <w:tab/>
    </w:r>
    <w:r>
      <w:tab/>
    </w:r>
    <w:proofErr w:type="spellStart"/>
    <w:r>
      <w:t>Page</w:t>
    </w:r>
    <w:proofErr w:type="spellEnd"/>
    <w:r>
      <w:t xml:space="preserve"> </w:t>
    </w:r>
    <w:r w:rsidRPr="003435D8">
      <w:fldChar w:fldCharType="begin"/>
    </w:r>
    <w:r w:rsidRPr="003435D8">
      <w:instrText>PAGE  \* Arabic  \* MERGEFORMAT</w:instrText>
    </w:r>
    <w:r w:rsidRPr="003435D8">
      <w:fldChar w:fldCharType="separate"/>
    </w:r>
    <w:r w:rsidR="00676704" w:rsidRPr="00676704">
      <w:rPr>
        <w:noProof/>
        <w:lang w:val="sv-SE"/>
      </w:rPr>
      <w:t>3</w:t>
    </w:r>
    <w:r w:rsidRPr="003435D8">
      <w:fldChar w:fldCharType="end"/>
    </w:r>
    <w:r>
      <w:t xml:space="preserve"> (</w:t>
    </w:r>
    <w:r w:rsidR="00885418">
      <w:fldChar w:fldCharType="begin"/>
    </w:r>
    <w:r w:rsidR="00885418">
      <w:instrText>NUMPAGES  \* Arabic  \* MERGEFORMAT</w:instrText>
    </w:r>
    <w:r w:rsidR="00885418">
      <w:fldChar w:fldCharType="separate"/>
    </w:r>
    <w:r w:rsidR="00676704" w:rsidRPr="00676704">
      <w:rPr>
        <w:noProof/>
        <w:lang w:val="sv-SE"/>
      </w:rPr>
      <w:t>3</w:t>
    </w:r>
    <w:r w:rsidR="00885418">
      <w:rPr>
        <w:noProof/>
        <w:lang w:val="sv-SE"/>
      </w:rPr>
      <w:fldChar w:fldCharType="end"/>
    </w:r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E7898" w14:textId="77777777" w:rsidR="00CA46F0" w:rsidRDefault="00885418" w:rsidP="00747B21">
    <w:pPr>
      <w:pStyle w:val="FooterAddress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mpanyName"/>
        <w:tag w:val="CompCompanyName"/>
        <w:id w:val="-339469320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AF-CITYPLAN s.r.o.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PostalCode"/>
        <w:tag w:val="LCompPostalCode"/>
        <w:id w:val="1494302959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, Magistrů 1275/13, 140 00 Praha, 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Code"/>
        <w:tag w:val="CompPostalCode"/>
        <w:id w:val="-427347510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140 00</w:t>
        </w:r>
      </w:sdtContent>
    </w:sdt>
    <w:r w:rsidR="00CA46F0"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Address"/>
        <w:tag w:val="CompPostalAddress"/>
        <w:id w:val="1898321455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Praha,</w:t>
        </w:r>
      </w:sdtContent>
    </w:sdt>
    <w:r w:rsidR="00CA46F0"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"/>
        <w:tag w:val="CompCountry"/>
        <w:id w:val="1774061988"/>
        <w:text/>
      </w:sdtPr>
      <w:sdtEndPr>
        <w:rPr>
          <w:rStyle w:val="FooterAddressChar"/>
        </w:rPr>
      </w:sdtEndPr>
      <w:sdtContent>
        <w:r w:rsidR="00CA46F0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Česká republika</w:t>
        </w:r>
      </w:sdtContent>
    </w:sdt>
    <w:r w:rsidR="00CA46F0"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PhoneFooter"/>
        <w:tag w:val="LPhoneFooter"/>
        <w:id w:val="903870522"/>
        <w:dataBinding w:prefixMappings="xmlns:ns0='http://schemas.precio.se/dts/templatedata' " w:xpath="/ns0:templatedata[1]/ns0:data[1]/ns0:languages[1]/ns0:language[1]/ns0:contentcontrols[1]/ns0:contentcontrol[47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Tel.: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Phone"/>
        <w:tag w:val="CompCountryPhone"/>
        <w:id w:val="1157193725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+420 277 005 500</w:t>
        </w:r>
      </w:sdtContent>
    </w:sdt>
    <w:r w:rsidR="00CA46F0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Sate"/>
        <w:tag w:val="LCompSate"/>
        <w:id w:val="-418172976"/>
        <w:dataBinding w:prefixMappings="xmlns:ns0='http://schemas.precio.se/dts/templatedata' " w:xpath="/ns0:templatedata[1]/ns0:data[1]/ns0:languages[1]/ns0:language[1]/ns0:contentcontrols[1]/ns0:contentcontrol[49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CA46F0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br/>
        </w:r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Sídlo: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Sate"/>
        <w:tag w:val="CompSate"/>
        <w:id w:val="-1623837144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Magistrů 1275/13, 140 00 Praha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WWWOffice"/>
        <w:tag w:val="_LCompWWWOffice"/>
        <w:id w:val="-439143743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,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WWWOffice"/>
        <w:tag w:val="CompWWWOffice"/>
        <w:id w:val="-1089069647"/>
        <w:text/>
      </w:sdtPr>
      <w:sdtEndPr>
        <w:rPr>
          <w:rStyle w:val="FooterAddressChar"/>
        </w:rPr>
      </w:sdtEndPr>
      <w:sdtContent>
        <w:r w:rsidR="00CA46F0"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Zapsána v obchodním rejstříku vedeném Městským soudem v Praze, oddíl C, </w:t>
        </w:r>
        <w:r w:rsidR="00CA46F0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vložka 25005,                        www.afconsult.com</w:t>
        </w:r>
      </w:sdtContent>
    </w:sdt>
    <w:r w:rsidR="00CA46F0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hyperlink r:id="rId1" w:history="1">
      <w:r w:rsidR="00CA46F0" w:rsidRPr="00926D60">
        <w:rPr>
          <w:rStyle w:val="Hyperlink"/>
          <w:rFonts w:asciiTheme="majorHAnsi" w:eastAsiaTheme="minorHAnsi" w:hAnsiTheme="majorHAnsi" w:cstheme="minorBidi"/>
          <w:szCs w:val="13"/>
          <w:lang w:val="cs-CZ" w:eastAsia="en-US"/>
        </w:rPr>
        <w:t>www.af-cityplan.cz</w:t>
      </w:r>
    </w:hyperlink>
    <w:r w:rsidR="00CA46F0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</w:p>
  <w:p w14:paraId="4C8526B3" w14:textId="77777777" w:rsidR="00CA46F0" w:rsidRPr="00C94171" w:rsidRDefault="00CA46F0" w:rsidP="00747B21">
    <w:pPr>
      <w:pStyle w:val="FooterAddress"/>
      <w:rPr>
        <w:szCs w:val="13"/>
        <w:lang w:val="cs-CZ"/>
      </w:rPr>
    </w:pP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IČ:473</w:t>
    </w:r>
    <w:r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 xml:space="preserve"> </w:t>
    </w: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07</w:t>
    </w:r>
    <w:r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 xml:space="preserve"> </w:t>
    </w: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218, DIČ: CZ</w:t>
    </w:r>
    <w:r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 xml:space="preserve"> </w:t>
    </w: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473</w:t>
    </w:r>
    <w:r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 xml:space="preserve"> </w:t>
    </w: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07</w:t>
    </w:r>
    <w:r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 xml:space="preserve"> </w:t>
    </w:r>
    <w:r w:rsidRPr="004D7289">
      <w:rPr>
        <w:rStyle w:val="FooterAddressChar"/>
        <w:rFonts w:ascii="Times New Roman" w:eastAsiaTheme="minorHAnsi" w:hAnsi="Times New Roman" w:cs="Times New Roman"/>
        <w:szCs w:val="13"/>
        <w:lang w:val="cs-CZ" w:eastAsia="en-US"/>
      </w:rPr>
      <w:t>218</w:t>
    </w:r>
  </w:p>
  <w:p w14:paraId="2B2A85CF" w14:textId="77777777" w:rsidR="00CA46F0" w:rsidRPr="0040631A" w:rsidRDefault="00885418" w:rsidP="00747B21">
    <w:pPr>
      <w:pStyle w:val="Zkladn"/>
      <w:tabs>
        <w:tab w:val="left" w:pos="2268"/>
        <w:tab w:val="left" w:pos="2835"/>
        <w:tab w:val="left" w:pos="6237"/>
      </w:tabs>
      <w:ind w:left="70"/>
      <w:rPr>
        <w:rFonts w:asciiTheme="majorHAnsi" w:hAnsiTheme="majorHAnsi" w:cs="Arial"/>
        <w:sz w:val="14"/>
        <w:szCs w:val="12"/>
        <w:lang w:val="cs-CZ"/>
      </w:rPr>
    </w:pPr>
    <w:sdt>
      <w:sdtPr>
        <w:rPr>
          <w:rStyle w:val="FooterAddressChar"/>
          <w:rFonts w:eastAsiaTheme="minorHAnsi" w:cstheme="minorBidi"/>
          <w:szCs w:val="13"/>
          <w:lang w:val="cs-CZ" w:eastAsia="en-US"/>
        </w:rPr>
        <w:alias w:val="LCompCorporateIdentityNumber"/>
        <w:tag w:val="LCompCorporateIdentityNumber"/>
        <w:id w:val="1293785147"/>
        <w:showingPlcHdr/>
        <w:dataBinding w:prefixMappings="xmlns:ns0='http://schemas.precio.se/dts/templatedata' " w:xpath="/ns0:templatedata[1]/ns0:data[1]/ns0:languages[1]/ns0:language[1]/ns0:contentcontrols[1]/ns0:contentcontrol[48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CA46F0">
          <w:rPr>
            <w:rStyle w:val="FooterAddressChar"/>
            <w:rFonts w:eastAsiaTheme="minorHAnsi" w:cstheme="minorBidi"/>
            <w:szCs w:val="13"/>
            <w:lang w:val="cs-CZ" w:eastAsia="en-US"/>
          </w:rPr>
          <w:t xml:space="preserve">     </w:t>
        </w:r>
      </w:sdtContent>
    </w:sdt>
  </w:p>
  <w:p w14:paraId="195C1571" w14:textId="297BF456" w:rsidR="00CA46F0" w:rsidRPr="001A12D2" w:rsidRDefault="00CA46F0" w:rsidP="001A12D2">
    <w:pPr>
      <w:pStyle w:val="Footer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proofErr w:type="spellStart"/>
    <w:r>
      <w:rPr>
        <w:lang w:val="fr-FR"/>
      </w:rPr>
      <w:t>Strana</w:t>
    </w:r>
    <w:proofErr w:type="spellEnd"/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="00676704">
      <w:rPr>
        <w:noProof/>
        <w:lang w:val="fr-FR"/>
      </w:rPr>
      <w:t>1</w:t>
    </w:r>
    <w:r w:rsidRPr="003435D8">
      <w:fldChar w:fldCharType="end"/>
    </w:r>
    <w:r w:rsidRPr="007D7AFE">
      <w:rPr>
        <w:lang w:val="fr-FR"/>
      </w:rPr>
      <w:t xml:space="preserve"> (</w:t>
    </w:r>
    <w:r w:rsidR="00885418">
      <w:fldChar w:fldCharType="begin"/>
    </w:r>
    <w:r w:rsidR="00885418">
      <w:instrText>NUMPAGES  \* Arabic  \* MERGEFORMAT</w:instrText>
    </w:r>
    <w:r w:rsidR="00885418">
      <w:fldChar w:fldCharType="separate"/>
    </w:r>
    <w:r w:rsidR="00676704" w:rsidRPr="00676704">
      <w:rPr>
        <w:noProof/>
        <w:lang w:val="fr-FR"/>
      </w:rPr>
      <w:t>3</w:t>
    </w:r>
    <w:r w:rsidR="00885418">
      <w:rPr>
        <w:noProof/>
        <w:lang w:val="fr-FR"/>
      </w:rPr>
      <w:fldChar w:fldCharType="end"/>
    </w:r>
    <w:r w:rsidRPr="007D7AFE">
      <w:rPr>
        <w:lang w:val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0701E" w14:textId="77777777" w:rsidR="00054A59" w:rsidRDefault="00054A59" w:rsidP="00D974A9">
      <w:pPr>
        <w:spacing w:after="0" w:line="240" w:lineRule="auto"/>
      </w:pPr>
      <w:r>
        <w:separator/>
      </w:r>
    </w:p>
  </w:footnote>
  <w:footnote w:type="continuationSeparator" w:id="0">
    <w:p w14:paraId="4EC018F4" w14:textId="77777777" w:rsidR="00054A59" w:rsidRDefault="00054A59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FC597" w14:textId="3CEF5A23" w:rsidR="00847A96" w:rsidRDefault="00847A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5E7C7" w14:textId="4561B580" w:rsidR="00CA46F0" w:rsidRPr="00EB71A4" w:rsidRDefault="00CA46F0" w:rsidP="00EB71A4">
    <w:pPr>
      <w:pStyle w:val="Header"/>
    </w:pPr>
  </w:p>
  <w:p w14:paraId="58C981C7" w14:textId="77777777" w:rsidR="00CA46F0" w:rsidRPr="009F37A4" w:rsidRDefault="00CA46F0" w:rsidP="009F37A4">
    <w:pPr>
      <w:pStyle w:val="DocumentName"/>
    </w:pPr>
    <w:r w:rsidRPr="009F37A4">
      <w:rPr>
        <w:noProof/>
        <w:lang w:val="cs-CZ" w:eastAsia="cs-CZ"/>
      </w:rPr>
      <w:drawing>
        <wp:anchor distT="0" distB="0" distL="114300" distR="114300" simplePos="0" relativeHeight="251659264" behindDoc="1" locked="1" layoutInCell="1" allowOverlap="1" wp14:anchorId="57ECC3F6" wp14:editId="3126A4B0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E4E67" w14:textId="3D24842C" w:rsidR="00CA46F0" w:rsidRPr="009F37A4" w:rsidRDefault="00CA46F0" w:rsidP="006A07CB">
    <w:pPr>
      <w:pStyle w:val="Subject"/>
    </w:pPr>
    <w:r>
      <w:t>Zá</w:t>
    </w:r>
    <w:r w:rsidR="00CD5D03">
      <w:t>pis</w:t>
    </w:r>
    <w:r>
      <w:t xml:space="preserve"> z</w:t>
    </w:r>
    <w:r w:rsidR="00E03031">
      <w:t> profesní porady</w:t>
    </w:r>
    <w:r w:rsidRPr="00DC2E03">
      <w:rPr>
        <w:noProof/>
        <w:lang w:eastAsia="cs-CZ"/>
      </w:rPr>
      <w:drawing>
        <wp:anchor distT="0" distB="0" distL="114300" distR="114300" simplePos="0" relativeHeight="251661312" behindDoc="1" locked="1" layoutInCell="1" allowOverlap="1" wp14:anchorId="3288B221" wp14:editId="41266CB0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41D3"/>
    <w:multiLevelType w:val="hybridMultilevel"/>
    <w:tmpl w:val="623887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31F49"/>
    <w:multiLevelType w:val="hybridMultilevel"/>
    <w:tmpl w:val="D7A44FF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225FE"/>
    <w:multiLevelType w:val="multilevel"/>
    <w:tmpl w:val="30442988"/>
    <w:lvl w:ilvl="0">
      <w:start w:val="1"/>
      <w:numFmt w:val="decimal"/>
      <w:pStyle w:val="Heading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0CA0CEF"/>
    <w:multiLevelType w:val="hybridMultilevel"/>
    <w:tmpl w:val="BA54D8F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45D0721"/>
    <w:multiLevelType w:val="hybridMultilevel"/>
    <w:tmpl w:val="7E1C67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01FAE"/>
    <w:multiLevelType w:val="hybridMultilevel"/>
    <w:tmpl w:val="EDFC95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07857"/>
    <w:multiLevelType w:val="hybridMultilevel"/>
    <w:tmpl w:val="9F503D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867AD"/>
    <w:multiLevelType w:val="hybridMultilevel"/>
    <w:tmpl w:val="DFAC78C8"/>
    <w:lvl w:ilvl="0" w:tplc="F1726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val="cs-CZ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F37DD"/>
    <w:multiLevelType w:val="multilevel"/>
    <w:tmpl w:val="44AE581E"/>
    <w:lvl w:ilvl="0">
      <w:start w:val="1"/>
      <w:numFmt w:val="decimal"/>
      <w:pStyle w:val="ListNumber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9" w15:restartNumberingAfterBreak="0">
    <w:nsid w:val="5CC820E7"/>
    <w:multiLevelType w:val="multilevel"/>
    <w:tmpl w:val="CF2C460A"/>
    <w:lvl w:ilvl="0">
      <w:start w:val="1"/>
      <w:numFmt w:val="bullet"/>
      <w:pStyle w:val="List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"/>
  </w:num>
  <w:num w:numId="11">
    <w:abstractNumId w:val="2"/>
  </w:num>
  <w:num w:numId="12">
    <w:abstractNumId w:val="2"/>
  </w:num>
  <w:num w:numId="13">
    <w:abstractNumId w:val="2"/>
  </w:num>
  <w:num w:numId="1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277"/>
    <w:rsid w:val="00000CB0"/>
    <w:rsid w:val="000036A8"/>
    <w:rsid w:val="000039CA"/>
    <w:rsid w:val="000048A1"/>
    <w:rsid w:val="00015939"/>
    <w:rsid w:val="00022C5F"/>
    <w:rsid w:val="0003526D"/>
    <w:rsid w:val="00041E35"/>
    <w:rsid w:val="00046F33"/>
    <w:rsid w:val="000474F5"/>
    <w:rsid w:val="00054A59"/>
    <w:rsid w:val="00064439"/>
    <w:rsid w:val="00070504"/>
    <w:rsid w:val="00070B73"/>
    <w:rsid w:val="00071AF7"/>
    <w:rsid w:val="00084725"/>
    <w:rsid w:val="00096CC9"/>
    <w:rsid w:val="000A300E"/>
    <w:rsid w:val="000A43FB"/>
    <w:rsid w:val="000A6803"/>
    <w:rsid w:val="000B4F40"/>
    <w:rsid w:val="000C5AC4"/>
    <w:rsid w:val="000D29D8"/>
    <w:rsid w:val="000D5842"/>
    <w:rsid w:val="000D7FFA"/>
    <w:rsid w:val="000E096E"/>
    <w:rsid w:val="000E0A0D"/>
    <w:rsid w:val="000E1521"/>
    <w:rsid w:val="000E3978"/>
    <w:rsid w:val="000F2AFD"/>
    <w:rsid w:val="001118E9"/>
    <w:rsid w:val="00112A2D"/>
    <w:rsid w:val="00120832"/>
    <w:rsid w:val="001244A9"/>
    <w:rsid w:val="0012603C"/>
    <w:rsid w:val="001467FD"/>
    <w:rsid w:val="00146909"/>
    <w:rsid w:val="00151575"/>
    <w:rsid w:val="001524AF"/>
    <w:rsid w:val="001553B1"/>
    <w:rsid w:val="00172164"/>
    <w:rsid w:val="00192700"/>
    <w:rsid w:val="00194A5C"/>
    <w:rsid w:val="001A12D2"/>
    <w:rsid w:val="001A42A8"/>
    <w:rsid w:val="001C036B"/>
    <w:rsid w:val="001C0A9E"/>
    <w:rsid w:val="001C26CB"/>
    <w:rsid w:val="001C376C"/>
    <w:rsid w:val="001C5092"/>
    <w:rsid w:val="001C5152"/>
    <w:rsid w:val="001C5726"/>
    <w:rsid w:val="001C651A"/>
    <w:rsid w:val="001C655B"/>
    <w:rsid w:val="001C7877"/>
    <w:rsid w:val="001C7DA4"/>
    <w:rsid w:val="001D160A"/>
    <w:rsid w:val="001D302B"/>
    <w:rsid w:val="001E147E"/>
    <w:rsid w:val="001E265E"/>
    <w:rsid w:val="001E68E0"/>
    <w:rsid w:val="001E6F70"/>
    <w:rsid w:val="001F367D"/>
    <w:rsid w:val="00201528"/>
    <w:rsid w:val="00202386"/>
    <w:rsid w:val="002031B5"/>
    <w:rsid w:val="002046C5"/>
    <w:rsid w:val="00205876"/>
    <w:rsid w:val="00206780"/>
    <w:rsid w:val="002210A8"/>
    <w:rsid w:val="00223470"/>
    <w:rsid w:val="00224970"/>
    <w:rsid w:val="00244D2C"/>
    <w:rsid w:val="002508E7"/>
    <w:rsid w:val="0025546F"/>
    <w:rsid w:val="00267383"/>
    <w:rsid w:val="0027068B"/>
    <w:rsid w:val="00276AC0"/>
    <w:rsid w:val="00276E4E"/>
    <w:rsid w:val="00282CEA"/>
    <w:rsid w:val="00284023"/>
    <w:rsid w:val="00284B09"/>
    <w:rsid w:val="0029525F"/>
    <w:rsid w:val="00297F89"/>
    <w:rsid w:val="002A665C"/>
    <w:rsid w:val="002A669C"/>
    <w:rsid w:val="002B396F"/>
    <w:rsid w:val="002B560F"/>
    <w:rsid w:val="002C0D22"/>
    <w:rsid w:val="002C3C3C"/>
    <w:rsid w:val="002E4C83"/>
    <w:rsid w:val="003019C9"/>
    <w:rsid w:val="00303748"/>
    <w:rsid w:val="0031118B"/>
    <w:rsid w:val="00312890"/>
    <w:rsid w:val="00313F43"/>
    <w:rsid w:val="00316230"/>
    <w:rsid w:val="00316B7C"/>
    <w:rsid w:val="00317DBD"/>
    <w:rsid w:val="00327385"/>
    <w:rsid w:val="003435D8"/>
    <w:rsid w:val="00347540"/>
    <w:rsid w:val="003577FE"/>
    <w:rsid w:val="00362A7D"/>
    <w:rsid w:val="00363B0E"/>
    <w:rsid w:val="00370E49"/>
    <w:rsid w:val="00376C8B"/>
    <w:rsid w:val="00384D16"/>
    <w:rsid w:val="00384D7A"/>
    <w:rsid w:val="00385E16"/>
    <w:rsid w:val="00393E3F"/>
    <w:rsid w:val="003A2F52"/>
    <w:rsid w:val="003A491C"/>
    <w:rsid w:val="003B00C4"/>
    <w:rsid w:val="003B05CF"/>
    <w:rsid w:val="003B619D"/>
    <w:rsid w:val="003C5B35"/>
    <w:rsid w:val="003D3B0D"/>
    <w:rsid w:val="003D59ED"/>
    <w:rsid w:val="003D5EF3"/>
    <w:rsid w:val="003D70C7"/>
    <w:rsid w:val="003E666B"/>
    <w:rsid w:val="003E6E9A"/>
    <w:rsid w:val="003F1076"/>
    <w:rsid w:val="003F720D"/>
    <w:rsid w:val="004049BD"/>
    <w:rsid w:val="00405B66"/>
    <w:rsid w:val="0040631A"/>
    <w:rsid w:val="00406EC0"/>
    <w:rsid w:val="00413D1D"/>
    <w:rsid w:val="00420B81"/>
    <w:rsid w:val="00423914"/>
    <w:rsid w:val="0044182F"/>
    <w:rsid w:val="0044780A"/>
    <w:rsid w:val="0045045C"/>
    <w:rsid w:val="004563A0"/>
    <w:rsid w:val="0046154B"/>
    <w:rsid w:val="0047586F"/>
    <w:rsid w:val="00486E13"/>
    <w:rsid w:val="00494E5A"/>
    <w:rsid w:val="004A3755"/>
    <w:rsid w:val="004A72D8"/>
    <w:rsid w:val="004B4D57"/>
    <w:rsid w:val="004C6231"/>
    <w:rsid w:val="004D3BDA"/>
    <w:rsid w:val="004D7289"/>
    <w:rsid w:val="004E3A3A"/>
    <w:rsid w:val="00524986"/>
    <w:rsid w:val="00526C5F"/>
    <w:rsid w:val="005317BF"/>
    <w:rsid w:val="00551A04"/>
    <w:rsid w:val="00557523"/>
    <w:rsid w:val="00565E51"/>
    <w:rsid w:val="0057356E"/>
    <w:rsid w:val="00575089"/>
    <w:rsid w:val="00577FEA"/>
    <w:rsid w:val="005908E7"/>
    <w:rsid w:val="00593590"/>
    <w:rsid w:val="00596FAA"/>
    <w:rsid w:val="005A047B"/>
    <w:rsid w:val="005A27AD"/>
    <w:rsid w:val="005B113E"/>
    <w:rsid w:val="005D242E"/>
    <w:rsid w:val="005D5659"/>
    <w:rsid w:val="005D7803"/>
    <w:rsid w:val="005E24C7"/>
    <w:rsid w:val="005F292D"/>
    <w:rsid w:val="005F4778"/>
    <w:rsid w:val="005F4E1D"/>
    <w:rsid w:val="006028A6"/>
    <w:rsid w:val="0060587C"/>
    <w:rsid w:val="00605F48"/>
    <w:rsid w:val="006224A0"/>
    <w:rsid w:val="0063120D"/>
    <w:rsid w:val="00631CFB"/>
    <w:rsid w:val="0063331F"/>
    <w:rsid w:val="00642EB5"/>
    <w:rsid w:val="00644204"/>
    <w:rsid w:val="00646969"/>
    <w:rsid w:val="0065017A"/>
    <w:rsid w:val="00653D6F"/>
    <w:rsid w:val="006545D9"/>
    <w:rsid w:val="00662674"/>
    <w:rsid w:val="006639FC"/>
    <w:rsid w:val="00667BAA"/>
    <w:rsid w:val="00676704"/>
    <w:rsid w:val="006862E3"/>
    <w:rsid w:val="00686D19"/>
    <w:rsid w:val="00690BFC"/>
    <w:rsid w:val="00694FF9"/>
    <w:rsid w:val="00696140"/>
    <w:rsid w:val="006A07CB"/>
    <w:rsid w:val="006A3B87"/>
    <w:rsid w:val="006B130C"/>
    <w:rsid w:val="006C3F17"/>
    <w:rsid w:val="006D6773"/>
    <w:rsid w:val="006E7BF7"/>
    <w:rsid w:val="00704497"/>
    <w:rsid w:val="00707113"/>
    <w:rsid w:val="00710B65"/>
    <w:rsid w:val="00710FF4"/>
    <w:rsid w:val="007123D3"/>
    <w:rsid w:val="00713867"/>
    <w:rsid w:val="00716158"/>
    <w:rsid w:val="00726F56"/>
    <w:rsid w:val="00737EF9"/>
    <w:rsid w:val="00747666"/>
    <w:rsid w:val="00747B21"/>
    <w:rsid w:val="0075695D"/>
    <w:rsid w:val="00756FC5"/>
    <w:rsid w:val="0076011E"/>
    <w:rsid w:val="00761A04"/>
    <w:rsid w:val="00766C61"/>
    <w:rsid w:val="00785931"/>
    <w:rsid w:val="00787639"/>
    <w:rsid w:val="007902D7"/>
    <w:rsid w:val="0079041C"/>
    <w:rsid w:val="00793C13"/>
    <w:rsid w:val="007B46C7"/>
    <w:rsid w:val="007D02E1"/>
    <w:rsid w:val="007D3388"/>
    <w:rsid w:val="007D3A15"/>
    <w:rsid w:val="007E20AF"/>
    <w:rsid w:val="007F2B7A"/>
    <w:rsid w:val="007F6CAE"/>
    <w:rsid w:val="00801022"/>
    <w:rsid w:val="00802AA4"/>
    <w:rsid w:val="008207F0"/>
    <w:rsid w:val="008232D2"/>
    <w:rsid w:val="00847A96"/>
    <w:rsid w:val="008666A7"/>
    <w:rsid w:val="00871B0C"/>
    <w:rsid w:val="00884D18"/>
    <w:rsid w:val="00885418"/>
    <w:rsid w:val="00885A3C"/>
    <w:rsid w:val="00887B14"/>
    <w:rsid w:val="00890DF3"/>
    <w:rsid w:val="008942B3"/>
    <w:rsid w:val="008A0A5B"/>
    <w:rsid w:val="008A123E"/>
    <w:rsid w:val="008A4305"/>
    <w:rsid w:val="008A7358"/>
    <w:rsid w:val="008B1806"/>
    <w:rsid w:val="008C1C4A"/>
    <w:rsid w:val="008C68AC"/>
    <w:rsid w:val="008C7DD8"/>
    <w:rsid w:val="008D6B51"/>
    <w:rsid w:val="00901E1B"/>
    <w:rsid w:val="00915821"/>
    <w:rsid w:val="009176C0"/>
    <w:rsid w:val="00920B51"/>
    <w:rsid w:val="00921488"/>
    <w:rsid w:val="00925DA1"/>
    <w:rsid w:val="00927373"/>
    <w:rsid w:val="009377F2"/>
    <w:rsid w:val="00944820"/>
    <w:rsid w:val="00967465"/>
    <w:rsid w:val="00976D45"/>
    <w:rsid w:val="00990611"/>
    <w:rsid w:val="00996E01"/>
    <w:rsid w:val="009B3F79"/>
    <w:rsid w:val="009C4BA8"/>
    <w:rsid w:val="009C5604"/>
    <w:rsid w:val="009C5ACC"/>
    <w:rsid w:val="009D5004"/>
    <w:rsid w:val="009D7AEB"/>
    <w:rsid w:val="009D7B67"/>
    <w:rsid w:val="009E0FC5"/>
    <w:rsid w:val="009F37A4"/>
    <w:rsid w:val="009F77A0"/>
    <w:rsid w:val="00A10B49"/>
    <w:rsid w:val="00A21C82"/>
    <w:rsid w:val="00A23099"/>
    <w:rsid w:val="00A230CD"/>
    <w:rsid w:val="00A26790"/>
    <w:rsid w:val="00A2722E"/>
    <w:rsid w:val="00A36688"/>
    <w:rsid w:val="00A614A5"/>
    <w:rsid w:val="00A75F03"/>
    <w:rsid w:val="00A8219D"/>
    <w:rsid w:val="00A877E9"/>
    <w:rsid w:val="00A91088"/>
    <w:rsid w:val="00A91F17"/>
    <w:rsid w:val="00A923C6"/>
    <w:rsid w:val="00AA550B"/>
    <w:rsid w:val="00AA6FE8"/>
    <w:rsid w:val="00AB5DBC"/>
    <w:rsid w:val="00AC277A"/>
    <w:rsid w:val="00AC770C"/>
    <w:rsid w:val="00AC7A47"/>
    <w:rsid w:val="00AD28D2"/>
    <w:rsid w:val="00AD49F6"/>
    <w:rsid w:val="00AD6E4B"/>
    <w:rsid w:val="00AD7E91"/>
    <w:rsid w:val="00AE157D"/>
    <w:rsid w:val="00AE407C"/>
    <w:rsid w:val="00B00CDA"/>
    <w:rsid w:val="00B10698"/>
    <w:rsid w:val="00B1419E"/>
    <w:rsid w:val="00B16AC6"/>
    <w:rsid w:val="00B30478"/>
    <w:rsid w:val="00B31093"/>
    <w:rsid w:val="00B34E1A"/>
    <w:rsid w:val="00B5406E"/>
    <w:rsid w:val="00B65747"/>
    <w:rsid w:val="00B669A9"/>
    <w:rsid w:val="00B74947"/>
    <w:rsid w:val="00B83886"/>
    <w:rsid w:val="00B83A1A"/>
    <w:rsid w:val="00BA0538"/>
    <w:rsid w:val="00BA555E"/>
    <w:rsid w:val="00BA71A3"/>
    <w:rsid w:val="00BB5075"/>
    <w:rsid w:val="00BC111D"/>
    <w:rsid w:val="00BC3FDE"/>
    <w:rsid w:val="00BC7828"/>
    <w:rsid w:val="00BF0880"/>
    <w:rsid w:val="00C02063"/>
    <w:rsid w:val="00C05254"/>
    <w:rsid w:val="00C154D7"/>
    <w:rsid w:val="00C15C22"/>
    <w:rsid w:val="00C205B1"/>
    <w:rsid w:val="00C23243"/>
    <w:rsid w:val="00C34E8E"/>
    <w:rsid w:val="00C43BBA"/>
    <w:rsid w:val="00C45BB7"/>
    <w:rsid w:val="00C4797C"/>
    <w:rsid w:val="00C53F3E"/>
    <w:rsid w:val="00C5757E"/>
    <w:rsid w:val="00C70BB4"/>
    <w:rsid w:val="00C7102B"/>
    <w:rsid w:val="00C7299C"/>
    <w:rsid w:val="00C82116"/>
    <w:rsid w:val="00C92C23"/>
    <w:rsid w:val="00C94783"/>
    <w:rsid w:val="00C97548"/>
    <w:rsid w:val="00C97592"/>
    <w:rsid w:val="00CA1376"/>
    <w:rsid w:val="00CA195E"/>
    <w:rsid w:val="00CA21E5"/>
    <w:rsid w:val="00CA3852"/>
    <w:rsid w:val="00CA46F0"/>
    <w:rsid w:val="00CB07CC"/>
    <w:rsid w:val="00CB5A10"/>
    <w:rsid w:val="00CB666E"/>
    <w:rsid w:val="00CC0479"/>
    <w:rsid w:val="00CD5D03"/>
    <w:rsid w:val="00D01468"/>
    <w:rsid w:val="00D077FC"/>
    <w:rsid w:val="00D14822"/>
    <w:rsid w:val="00D21A10"/>
    <w:rsid w:val="00D21AF2"/>
    <w:rsid w:val="00D2480D"/>
    <w:rsid w:val="00D40277"/>
    <w:rsid w:val="00D40EA9"/>
    <w:rsid w:val="00D434E8"/>
    <w:rsid w:val="00D4638B"/>
    <w:rsid w:val="00D52762"/>
    <w:rsid w:val="00D5468D"/>
    <w:rsid w:val="00D819C7"/>
    <w:rsid w:val="00D868B6"/>
    <w:rsid w:val="00D93794"/>
    <w:rsid w:val="00D94B63"/>
    <w:rsid w:val="00D974A9"/>
    <w:rsid w:val="00D97553"/>
    <w:rsid w:val="00DA6F7A"/>
    <w:rsid w:val="00DA7449"/>
    <w:rsid w:val="00DB3E94"/>
    <w:rsid w:val="00DB431E"/>
    <w:rsid w:val="00DB4A46"/>
    <w:rsid w:val="00DC0027"/>
    <w:rsid w:val="00DC251D"/>
    <w:rsid w:val="00DC2E03"/>
    <w:rsid w:val="00DC465B"/>
    <w:rsid w:val="00DC6B6D"/>
    <w:rsid w:val="00DD1966"/>
    <w:rsid w:val="00DD65F9"/>
    <w:rsid w:val="00DE404B"/>
    <w:rsid w:val="00DE4F4A"/>
    <w:rsid w:val="00DE6C5D"/>
    <w:rsid w:val="00DF741E"/>
    <w:rsid w:val="00E03031"/>
    <w:rsid w:val="00E0657D"/>
    <w:rsid w:val="00E137A3"/>
    <w:rsid w:val="00E176D3"/>
    <w:rsid w:val="00E314C4"/>
    <w:rsid w:val="00E31F0E"/>
    <w:rsid w:val="00E416F0"/>
    <w:rsid w:val="00E438B0"/>
    <w:rsid w:val="00E45579"/>
    <w:rsid w:val="00E53C3B"/>
    <w:rsid w:val="00E6417B"/>
    <w:rsid w:val="00E64DF1"/>
    <w:rsid w:val="00E75F66"/>
    <w:rsid w:val="00E86034"/>
    <w:rsid w:val="00E86DA7"/>
    <w:rsid w:val="00E950DC"/>
    <w:rsid w:val="00E95B73"/>
    <w:rsid w:val="00E960C3"/>
    <w:rsid w:val="00EA67C5"/>
    <w:rsid w:val="00EB71A4"/>
    <w:rsid w:val="00ED1A5B"/>
    <w:rsid w:val="00ED2CBE"/>
    <w:rsid w:val="00ED5694"/>
    <w:rsid w:val="00EE238A"/>
    <w:rsid w:val="00EE5BCE"/>
    <w:rsid w:val="00EE7CB3"/>
    <w:rsid w:val="00F0458F"/>
    <w:rsid w:val="00F04FF7"/>
    <w:rsid w:val="00F064D1"/>
    <w:rsid w:val="00F2355B"/>
    <w:rsid w:val="00F25499"/>
    <w:rsid w:val="00F25944"/>
    <w:rsid w:val="00F27838"/>
    <w:rsid w:val="00F31F51"/>
    <w:rsid w:val="00F42DAA"/>
    <w:rsid w:val="00F47696"/>
    <w:rsid w:val="00F502CC"/>
    <w:rsid w:val="00F547BB"/>
    <w:rsid w:val="00F54DF4"/>
    <w:rsid w:val="00F5650B"/>
    <w:rsid w:val="00F57472"/>
    <w:rsid w:val="00F63409"/>
    <w:rsid w:val="00F75804"/>
    <w:rsid w:val="00F827A1"/>
    <w:rsid w:val="00F959C1"/>
    <w:rsid w:val="00FA5665"/>
    <w:rsid w:val="00FC1921"/>
    <w:rsid w:val="00FD007A"/>
    <w:rsid w:val="00FD3A9A"/>
    <w:rsid w:val="00FF4577"/>
    <w:rsid w:val="00FF48BB"/>
    <w:rsid w:val="00F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A21DAA"/>
  <w15:docId w15:val="{4C0B8DDD-FF02-4469-BB99-C8F59E7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8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49F6"/>
    <w:rPr>
      <w:rFonts w:asciiTheme="majorHAnsi" w:hAnsiTheme="majorHAnsi"/>
      <w:lang w:val="cs-CZ"/>
    </w:rPr>
  </w:style>
  <w:style w:type="paragraph" w:styleId="Heading1">
    <w:name w:val="heading 1"/>
    <w:basedOn w:val="Normal"/>
    <w:next w:val="Normal"/>
    <w:link w:val="Heading1Char"/>
    <w:uiPriority w:val="4"/>
    <w:qFormat/>
    <w:rsid w:val="00AE407C"/>
    <w:pPr>
      <w:keepNext/>
      <w:keepLines/>
      <w:numPr>
        <w:numId w:val="2"/>
      </w:numPr>
      <w:spacing w:before="240" w:after="80" w:line="240" w:lineRule="auto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AE407C"/>
    <w:pPr>
      <w:keepNext/>
      <w:keepLines/>
      <w:numPr>
        <w:ilvl w:val="1"/>
        <w:numId w:val="2"/>
      </w:numPr>
      <w:spacing w:before="240" w:after="80" w:line="240" w:lineRule="auto"/>
      <w:outlineLvl w:val="1"/>
    </w:pPr>
    <w:rPr>
      <w:rFonts w:eastAsiaTheme="majorEastAsia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AE407C"/>
    <w:pPr>
      <w:keepNext/>
      <w:keepLines/>
      <w:numPr>
        <w:ilvl w:val="2"/>
        <w:numId w:val="2"/>
      </w:numPr>
      <w:spacing w:before="240" w:after="80" w:line="240" w:lineRule="auto"/>
      <w:outlineLvl w:val="2"/>
    </w:pPr>
    <w:rPr>
      <w:rFonts w:eastAsiaTheme="majorEastAsia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4"/>
    <w:qFormat/>
    <w:rsid w:val="00AE407C"/>
    <w:pPr>
      <w:keepNext/>
      <w:keepLines/>
      <w:numPr>
        <w:ilvl w:val="3"/>
        <w:numId w:val="2"/>
      </w:numPr>
      <w:spacing w:before="240" w:after="80" w:line="240" w:lineRule="auto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1C7DA4"/>
    <w:pPr>
      <w:keepNext/>
      <w:keepLines/>
      <w:numPr>
        <w:ilvl w:val="4"/>
        <w:numId w:val="2"/>
      </w:numPr>
      <w:spacing w:before="40" w:after="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7DA4"/>
    <w:pPr>
      <w:keepNext/>
      <w:keepLines/>
      <w:numPr>
        <w:ilvl w:val="5"/>
        <w:numId w:val="2"/>
      </w:numPr>
      <w:spacing w:before="40" w:after="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7DA4"/>
    <w:pPr>
      <w:keepNext/>
      <w:keepLines/>
      <w:numPr>
        <w:ilvl w:val="6"/>
        <w:numId w:val="2"/>
      </w:numPr>
      <w:spacing w:before="40" w:after="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7DA4"/>
    <w:pPr>
      <w:keepNext/>
      <w:keepLines/>
      <w:numPr>
        <w:ilvl w:val="7"/>
        <w:numId w:val="2"/>
      </w:numPr>
      <w:spacing w:before="40" w:after="0"/>
      <w:outlineLvl w:val="7"/>
    </w:pPr>
    <w:rPr>
      <w:rFonts w:eastAsiaTheme="majorEastAsia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7DA4"/>
    <w:pPr>
      <w:keepNext/>
      <w:keepLines/>
      <w:numPr>
        <w:ilvl w:val="8"/>
        <w:numId w:val="2"/>
      </w:numPr>
      <w:spacing w:before="40" w:after="0"/>
      <w:outlineLvl w:val="8"/>
    </w:pPr>
    <w:rPr>
      <w:rFonts w:eastAsiaTheme="majorEastAsia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rsid w:val="00244D2C"/>
    <w:pPr>
      <w:spacing w:line="200" w:lineRule="atLeast"/>
    </w:pPr>
    <w:rPr>
      <w:sz w:val="12"/>
    </w:rPr>
  </w:style>
  <w:style w:type="paragraph" w:styleId="ListBullet">
    <w:name w:val="List Bullet"/>
    <w:basedOn w:val="Normal"/>
    <w:uiPriority w:val="7"/>
    <w:qFormat/>
    <w:rsid w:val="00D14822"/>
    <w:pPr>
      <w:numPr>
        <w:numId w:val="1"/>
      </w:numPr>
      <w:spacing w:after="80"/>
    </w:pPr>
  </w:style>
  <w:style w:type="paragraph" w:styleId="ListBullet2">
    <w:name w:val="List Bullet 2"/>
    <w:basedOn w:val="Normal"/>
    <w:uiPriority w:val="7"/>
    <w:rsid w:val="00D14822"/>
    <w:pPr>
      <w:numPr>
        <w:ilvl w:val="1"/>
        <w:numId w:val="1"/>
      </w:numPr>
      <w:spacing w:after="60"/>
    </w:pPr>
  </w:style>
  <w:style w:type="paragraph" w:styleId="ListBullet3">
    <w:name w:val="List Bullet 3"/>
    <w:basedOn w:val="Normal"/>
    <w:uiPriority w:val="7"/>
    <w:rsid w:val="00D14822"/>
    <w:pPr>
      <w:numPr>
        <w:ilvl w:val="2"/>
        <w:numId w:val="1"/>
      </w:numPr>
      <w:spacing w:after="40"/>
    </w:pPr>
  </w:style>
  <w:style w:type="paragraph" w:styleId="ListParagraph">
    <w:name w:val="List Paragraph"/>
    <w:basedOn w:val="Normal"/>
    <w:uiPriority w:val="34"/>
    <w:qFormat/>
    <w:rsid w:val="00C23243"/>
    <w:pPr>
      <w:ind w:left="720"/>
      <w:contextualSpacing/>
    </w:pPr>
  </w:style>
  <w:style w:type="paragraph" w:styleId="ListNumber">
    <w:name w:val="List Number"/>
    <w:basedOn w:val="Normal"/>
    <w:uiPriority w:val="7"/>
    <w:qFormat/>
    <w:rsid w:val="00AC770C"/>
    <w:pPr>
      <w:numPr>
        <w:numId w:val="3"/>
      </w:numPr>
      <w:spacing w:after="80"/>
    </w:pPr>
  </w:style>
  <w:style w:type="paragraph" w:styleId="ListNumber2">
    <w:name w:val="List Number 2"/>
    <w:basedOn w:val="Normal"/>
    <w:uiPriority w:val="7"/>
    <w:rsid w:val="00AC770C"/>
    <w:pPr>
      <w:numPr>
        <w:ilvl w:val="1"/>
        <w:numId w:val="3"/>
      </w:numPr>
      <w:spacing w:after="60"/>
    </w:pPr>
  </w:style>
  <w:style w:type="paragraph" w:styleId="ListNumber3">
    <w:name w:val="List Number 3"/>
    <w:basedOn w:val="Normal"/>
    <w:uiPriority w:val="7"/>
    <w:rsid w:val="00AC770C"/>
    <w:pPr>
      <w:numPr>
        <w:ilvl w:val="2"/>
        <w:numId w:val="3"/>
      </w:numPr>
      <w:spacing w:after="40"/>
    </w:pPr>
  </w:style>
  <w:style w:type="paragraph" w:styleId="Header">
    <w:name w:val="header"/>
    <w:basedOn w:val="NoSpacing"/>
    <w:link w:val="HeaderChar"/>
    <w:uiPriority w:val="11"/>
    <w:rsid w:val="00EB71A4"/>
  </w:style>
  <w:style w:type="character" w:customStyle="1" w:styleId="HeaderChar">
    <w:name w:val="Header Char"/>
    <w:basedOn w:val="DefaultParagraphFont"/>
    <w:link w:val="Header"/>
    <w:uiPriority w:val="11"/>
    <w:rsid w:val="00EB71A4"/>
  </w:style>
  <w:style w:type="paragraph" w:styleId="Footer">
    <w:name w:val="footer"/>
    <w:basedOn w:val="Normal"/>
    <w:link w:val="Footer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sz w:val="13"/>
    </w:rPr>
  </w:style>
  <w:style w:type="character" w:customStyle="1" w:styleId="FooterChar">
    <w:name w:val="Footer Char"/>
    <w:basedOn w:val="DefaultParagraphFont"/>
    <w:link w:val="Footer"/>
    <w:uiPriority w:val="99"/>
    <w:rsid w:val="003435D8"/>
    <w:rPr>
      <w:rFonts w:asciiTheme="majorHAnsi" w:hAnsiTheme="majorHAnsi"/>
      <w:sz w:val="13"/>
    </w:rPr>
  </w:style>
  <w:style w:type="character" w:customStyle="1" w:styleId="DateChar">
    <w:name w:val="Date Char"/>
    <w:basedOn w:val="DefaultParagraphFont"/>
    <w:link w:val="Date"/>
    <w:uiPriority w:val="99"/>
    <w:rsid w:val="00244D2C"/>
    <w:rPr>
      <w:rFonts w:asciiTheme="majorHAnsi" w:hAnsiTheme="majorHAnsi"/>
      <w:sz w:val="12"/>
    </w:rPr>
  </w:style>
  <w:style w:type="character" w:customStyle="1" w:styleId="Heading1Char">
    <w:name w:val="Heading 1 Char"/>
    <w:basedOn w:val="DefaultParagraphFont"/>
    <w:link w:val="Heading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al"/>
    <w:next w:val="Normal"/>
    <w:qFormat/>
    <w:rsid w:val="00AE407C"/>
    <w:pPr>
      <w:spacing w:before="240" w:after="240" w:line="240" w:lineRule="auto"/>
    </w:pPr>
    <w:rPr>
      <w:rFonts w:eastAsia="Arial" w:cs="Arial"/>
      <w:sz w:val="32"/>
      <w:szCs w:val="13"/>
      <w:lang w:eastAsia="sv-SE"/>
    </w:rPr>
  </w:style>
  <w:style w:type="character" w:styleId="PageNumber">
    <w:name w:val="page number"/>
    <w:basedOn w:val="DefaultParagraphFont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Heading3Char">
    <w:name w:val="Heading 3 Char"/>
    <w:basedOn w:val="DefaultParagraphFont"/>
    <w:link w:val="Heading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Heading1"/>
    <w:next w:val="Normal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Heading2"/>
    <w:next w:val="Normal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Heading3"/>
    <w:next w:val="Normal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al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TOCHeading">
    <w:name w:val="TOC Heading"/>
    <w:basedOn w:val="Heading1"/>
    <w:next w:val="Normal"/>
    <w:uiPriority w:val="39"/>
    <w:unhideWhenUsed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8A0A5B"/>
    <w:pPr>
      <w:tabs>
        <w:tab w:val="right" w:leader="dot" w:pos="7938"/>
      </w:tabs>
      <w:spacing w:before="200" w:after="60"/>
    </w:pPr>
  </w:style>
  <w:style w:type="paragraph" w:styleId="TOC2">
    <w:name w:val="toc 2"/>
    <w:basedOn w:val="Normal"/>
    <w:next w:val="Normal"/>
    <w:autoRedefine/>
    <w:uiPriority w:val="39"/>
    <w:rsid w:val="008A0A5B"/>
    <w:pPr>
      <w:tabs>
        <w:tab w:val="right" w:leader="dot" w:pos="7938"/>
      </w:tabs>
      <w:spacing w:after="60"/>
      <w:ind w:left="221"/>
    </w:pPr>
  </w:style>
  <w:style w:type="paragraph" w:styleId="TOC3">
    <w:name w:val="toc 3"/>
    <w:basedOn w:val="Normal"/>
    <w:next w:val="Normal"/>
    <w:autoRedefine/>
    <w:uiPriority w:val="39"/>
    <w:rsid w:val="008A0A5B"/>
    <w:pPr>
      <w:tabs>
        <w:tab w:val="right" w:leader="dot" w:pos="7938"/>
      </w:tabs>
      <w:spacing w:after="60"/>
      <w:ind w:left="442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al"/>
    <w:next w:val="Normal"/>
    <w:uiPriority w:val="8"/>
    <w:rsid w:val="00244D2C"/>
    <w:pPr>
      <w:spacing w:after="0" w:line="200" w:lineRule="atLeast"/>
    </w:pPr>
    <w:rPr>
      <w:rFonts w:eastAsia="Arial" w:cs="Mangal"/>
      <w:sz w:val="12"/>
      <w:lang w:eastAsia="sv-SE"/>
    </w:rPr>
  </w:style>
  <w:style w:type="character" w:customStyle="1" w:styleId="VERSALER">
    <w:name w:val="VERSALER"/>
    <w:basedOn w:val="DefaultParagraphFont"/>
    <w:uiPriority w:val="99"/>
    <w:semiHidden/>
    <w:rsid w:val="00920B51"/>
    <w:rPr>
      <w:caps/>
    </w:rPr>
  </w:style>
  <w:style w:type="paragraph" w:styleId="NoSpacing">
    <w:name w:val="No Spacing"/>
    <w:qFormat/>
    <w:rsid w:val="00244D2C"/>
    <w:pPr>
      <w:spacing w:after="0"/>
    </w:pPr>
  </w:style>
  <w:style w:type="paragraph" w:styleId="EnvelopeAddress">
    <w:name w:val="envelope address"/>
    <w:basedOn w:val="Normal"/>
    <w:uiPriority w:val="8"/>
    <w:rsid w:val="006545D9"/>
    <w:pPr>
      <w:spacing w:after="0"/>
    </w:p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link">
    <w:name w:val="Hyperlink"/>
    <w:basedOn w:val="DefaultParagraphFont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Heading4"/>
    <w:next w:val="Normal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al"/>
    <w:uiPriority w:val="19"/>
    <w:rsid w:val="00925DA1"/>
    <w:rPr>
      <w:vanish/>
    </w:rPr>
  </w:style>
  <w:style w:type="paragraph" w:styleId="TOC4">
    <w:name w:val="toc 4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</w:style>
  <w:style w:type="paragraph" w:styleId="TOC5">
    <w:name w:val="toc 5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</w:style>
  <w:style w:type="paragraph" w:styleId="TOC6">
    <w:name w:val="toc 6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</w:style>
  <w:style w:type="paragraph" w:styleId="TOC8">
    <w:name w:val="toc 8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</w:style>
  <w:style w:type="paragraph" w:styleId="TOC9">
    <w:name w:val="toc 9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</w:style>
  <w:style w:type="character" w:styleId="PlaceholderText">
    <w:name w:val="Placeholder Text"/>
    <w:basedOn w:val="DefaultParagraphFont"/>
    <w:uiPriority w:val="99"/>
    <w:rsid w:val="008A0A5B"/>
    <w:rPr>
      <w:color w:val="auto"/>
    </w:rPr>
  </w:style>
  <w:style w:type="character" w:customStyle="1" w:styleId="Title1Char">
    <w:name w:val="Title 1 Char"/>
    <w:basedOn w:val="Heading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Heading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Heading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ellrutntljust1">
    <w:name w:val="Tabellrutnät ljust1"/>
    <w:basedOn w:val="TableNormal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TableNormal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NoSpacing"/>
    <w:uiPriority w:val="39"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Caption">
    <w:name w:val="caption"/>
    <w:basedOn w:val="Normal"/>
    <w:next w:val="Normal"/>
    <w:uiPriority w:val="35"/>
    <w:qFormat/>
    <w:rsid w:val="003D70C7"/>
    <w:pPr>
      <w:spacing w:after="200" w:line="240" w:lineRule="auto"/>
    </w:pPr>
    <w:rPr>
      <w:i/>
      <w:iCs/>
      <w:color w:val="506070" w:themeColor="text2"/>
      <w:sz w:val="12"/>
    </w:rPr>
  </w:style>
  <w:style w:type="paragraph" w:customStyle="1" w:styleId="Tableheading">
    <w:name w:val="Table heading"/>
    <w:basedOn w:val="Normal"/>
    <w:uiPriority w:val="19"/>
    <w:qFormat/>
    <w:rsid w:val="003D70C7"/>
    <w:pPr>
      <w:spacing w:before="40" w:after="40"/>
    </w:pPr>
  </w:style>
  <w:style w:type="paragraph" w:customStyle="1" w:styleId="Zkladn">
    <w:name w:val="Základní"/>
    <w:basedOn w:val="Normal"/>
    <w:rsid w:val="00F25499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character" w:styleId="Strong">
    <w:name w:val="Strong"/>
    <w:basedOn w:val="DefaultParagraphFont"/>
    <w:uiPriority w:val="22"/>
    <w:qFormat/>
    <w:rsid w:val="00DC465B"/>
    <w:rPr>
      <w:b/>
      <w:bCs/>
    </w:rPr>
  </w:style>
  <w:style w:type="paragraph" w:styleId="BodyText2">
    <w:name w:val="Body Text 2"/>
    <w:basedOn w:val="Normal"/>
    <w:link w:val="BodyText2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BodyText2Char">
    <w:name w:val="Body Text 2 Char"/>
    <w:basedOn w:val="DefaultParagraphFont"/>
    <w:link w:val="BodyText2"/>
    <w:rsid w:val="00BA05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BodyText3">
    <w:name w:val="Body Text 3"/>
    <w:basedOn w:val="Normal"/>
    <w:link w:val="BodyText3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character" w:customStyle="1" w:styleId="BodyText3Char">
    <w:name w:val="Body Text 3 Char"/>
    <w:basedOn w:val="DefaultParagraphFont"/>
    <w:link w:val="BodyText3"/>
    <w:rsid w:val="00BA0538"/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Styl1">
    <w:name w:val="Styl1"/>
    <w:basedOn w:val="DefaultParagraphFont"/>
    <w:uiPriority w:val="1"/>
    <w:rsid w:val="00704497"/>
  </w:style>
  <w:style w:type="paragraph" w:styleId="Title">
    <w:name w:val="Title"/>
    <w:basedOn w:val="Normal"/>
    <w:next w:val="Normal"/>
    <w:link w:val="TitleChar"/>
    <w:uiPriority w:val="2"/>
    <w:qFormat/>
    <w:rsid w:val="00696140"/>
    <w:pPr>
      <w:pBdr>
        <w:bottom w:val="single" w:sz="8" w:space="4" w:color="00B1AC" w:themeColor="accent1"/>
      </w:pBdr>
      <w:spacing w:after="300" w:line="240" w:lineRule="auto"/>
      <w:contextualSpacing/>
    </w:pPr>
    <w:rPr>
      <w:rFonts w:eastAsiaTheme="majorEastAsia" w:cstheme="majorBidi"/>
      <w:color w:val="3C4753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"/>
    <w:rsid w:val="00696140"/>
    <w:rPr>
      <w:rFonts w:asciiTheme="majorHAnsi" w:eastAsiaTheme="majorEastAsia" w:hAnsiTheme="majorHAnsi" w:cstheme="majorBidi"/>
      <w:color w:val="3C4753" w:themeColor="text2" w:themeShade="BF"/>
      <w:spacing w:val="5"/>
      <w:kern w:val="28"/>
      <w:sz w:val="52"/>
      <w:szCs w:val="52"/>
    </w:rPr>
  </w:style>
  <w:style w:type="table" w:styleId="LightShading">
    <w:name w:val="Light Shading"/>
    <w:basedOn w:val="TableNormal"/>
    <w:uiPriority w:val="60"/>
    <w:rsid w:val="00F547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C45BB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ooterAddress">
    <w:name w:val="FooterAddress"/>
    <w:link w:val="FooterAddressChar"/>
    <w:uiPriority w:val="11"/>
    <w:rsid w:val="0034754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DefaultParagraphFont"/>
    <w:link w:val="FooterAddress"/>
    <w:uiPriority w:val="11"/>
    <w:rsid w:val="00347540"/>
    <w:rPr>
      <w:rFonts w:eastAsia="Arial" w:cs="Mangal"/>
      <w:sz w:val="13"/>
      <w:lang w:val="en-US" w:eastAsia="sv-S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619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B619D"/>
    <w:pPr>
      <w:spacing w:after="0" w:line="240" w:lineRule="auto"/>
    </w:pPr>
    <w:rPr>
      <w:rFonts w:asciiTheme="majorHAnsi" w:hAnsiTheme="maj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3B61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1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19D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1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19D"/>
    <w:rPr>
      <w:rFonts w:asciiTheme="majorHAnsi" w:hAnsiTheme="maj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-cityplan.cz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-cityplan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&#352;ABLONY%20A%20LOGA\Sablona%20CZ%20-%20Magistr&#367;\AF-CP%20z&#225;pis%20z%20jedn&#225;n&#23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E84BE1CCD664B23A825301D7F905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52BADB-D415-4A22-A4A5-A5A3C45AA927}"/>
      </w:docPartPr>
      <w:docPartBody>
        <w:p w:rsidR="009235BC" w:rsidRDefault="009235BC">
          <w:pPr>
            <w:pStyle w:val="0E84BE1CCD664B23A825301D7F905186"/>
          </w:pPr>
          <w:r w:rsidRPr="009A6B7B">
            <w:rPr>
              <w:rStyle w:val="PlaceholderText"/>
            </w:rPr>
            <w:t>Click here to enter text.</w:t>
          </w:r>
        </w:p>
      </w:docPartBody>
    </w:docPart>
    <w:docPart>
      <w:docPartPr>
        <w:name w:val="4123EF16A40447ABBCE9C15F2A13C5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5F9216-E593-4E99-96F7-075D4839A49A}"/>
      </w:docPartPr>
      <w:docPartBody>
        <w:p w:rsidR="009235BC" w:rsidRDefault="009235BC">
          <w:pPr>
            <w:pStyle w:val="4123EF16A40447ABBCE9C15F2A13C555"/>
          </w:pPr>
          <w:r w:rsidRPr="004D3B1F">
            <w:rPr>
              <w:rStyle w:val="PlaceholderText"/>
            </w:rPr>
            <w:t>Klikněte sem a zadejte text.</w:t>
          </w:r>
        </w:p>
      </w:docPartBody>
    </w:docPart>
    <w:docPart>
      <w:docPartPr>
        <w:name w:val="FAF59F1AFA0D417BA1C1A1BB068184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3F46FF-77F3-482F-B219-F22F79B2C277}"/>
      </w:docPartPr>
      <w:docPartBody>
        <w:p w:rsidR="009235BC" w:rsidRDefault="009235BC">
          <w:pPr>
            <w:pStyle w:val="FAF59F1AFA0D417BA1C1A1BB06818478"/>
          </w:pPr>
          <w:r w:rsidRPr="00FF48BB">
            <w:rPr>
              <w:rFonts w:asciiTheme="majorHAnsi" w:hAnsiTheme="majorHAnsi"/>
            </w:rPr>
            <w:t>Napište značku a datum dopisu, na který odpovídáte</w:t>
          </w:r>
        </w:p>
      </w:docPartBody>
    </w:docPart>
    <w:docPart>
      <w:docPartPr>
        <w:name w:val="DFA6DDD7668942B38D3B815C8A4598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C82B4-C644-47C4-A563-F85C2AA2F6B4}"/>
      </w:docPartPr>
      <w:docPartBody>
        <w:p w:rsidR="009235BC" w:rsidRDefault="009235BC">
          <w:pPr>
            <w:pStyle w:val="DFA6DDD7668942B38D3B815C8A459800"/>
          </w:pPr>
          <w:r>
            <w:t>Přítomni:</w:t>
          </w:r>
        </w:p>
      </w:docPartBody>
    </w:docPart>
    <w:docPart>
      <w:docPartPr>
        <w:name w:val="B791A7286C0D44018E55D645F33D08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86D20B-408F-4395-9F00-54FDFC3E6614}"/>
      </w:docPartPr>
      <w:docPartBody>
        <w:p w:rsidR="009235BC" w:rsidRDefault="009235BC">
          <w:pPr>
            <w:pStyle w:val="B791A7286C0D44018E55D645F33D08C3"/>
          </w:pPr>
          <w:r>
            <w:rPr>
              <w:rFonts w:asciiTheme="majorHAnsi" w:hAnsiTheme="majorHAnsi"/>
            </w:rPr>
            <w:t>Napište seznam přítomných včetně společnosti</w:t>
          </w:r>
        </w:p>
      </w:docPartBody>
    </w:docPart>
    <w:docPart>
      <w:docPartPr>
        <w:name w:val="C0D9D93F350B487C936D45B8FF2B63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A1E3A-A28E-4A66-8AA8-FB50BAF38AC4}"/>
      </w:docPartPr>
      <w:docPartBody>
        <w:p w:rsidR="009235BC" w:rsidRDefault="009235BC">
          <w:pPr>
            <w:pStyle w:val="C0D9D93F350B487C936D45B8FF2B63CC"/>
          </w:pPr>
          <w:r w:rsidRPr="00CB666E">
            <w:rPr>
              <w:rStyle w:val="PlaceholderText"/>
            </w:rPr>
            <w:t>Důvod</w:t>
          </w:r>
          <w:r>
            <w:rPr>
              <w:rStyle w:val="PlaceholderText"/>
            </w:rPr>
            <w:t>y</w:t>
          </w:r>
          <w:r w:rsidRPr="00CB666E">
            <w:rPr>
              <w:rStyle w:val="PlaceholderText"/>
            </w:rPr>
            <w:t xml:space="preserve"> a cíle jednání</w:t>
          </w:r>
        </w:p>
      </w:docPartBody>
    </w:docPart>
    <w:docPart>
      <w:docPartPr>
        <w:name w:val="AB9C9CE20DC1416AB8D1EBA88FBB1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D9EAC-182A-4596-919D-A7C16E3E9A94}"/>
      </w:docPartPr>
      <w:docPartBody>
        <w:p w:rsidR="00B25F87" w:rsidRDefault="00E77A12" w:rsidP="00E77A12">
          <w:pPr>
            <w:pStyle w:val="AB9C9CE20DC1416AB8D1EBA88FBB1736"/>
          </w:pPr>
          <w:r w:rsidRPr="009A6B7B">
            <w:rPr>
              <w:rStyle w:val="PlaceholderText"/>
            </w:rPr>
            <w:t>Click here to enter text.</w:t>
          </w:r>
        </w:p>
      </w:docPartBody>
    </w:docPart>
    <w:docPart>
      <w:docPartPr>
        <w:name w:val="8210D7318DAC4865BDCDAD2C7A4725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93E32C-1186-43C2-8C7F-24AEABE04180}"/>
      </w:docPartPr>
      <w:docPartBody>
        <w:p w:rsidR="00B25F87" w:rsidRDefault="00E77A12" w:rsidP="00E77A12">
          <w:pPr>
            <w:pStyle w:val="8210D7318DAC4865BDCDAD2C7A472548"/>
          </w:pPr>
          <w:r w:rsidRPr="00FF48BB">
            <w:rPr>
              <w:rStyle w:val="DateChar"/>
            </w:rPr>
            <w:t>Klikněte a napište datum</w:t>
          </w:r>
          <w:r>
            <w:rPr>
              <w:rStyle w:val="DateChar"/>
            </w:rPr>
            <w:t xml:space="preserve"> a čas</w:t>
          </w:r>
        </w:p>
      </w:docPartBody>
    </w:docPart>
    <w:docPart>
      <w:docPartPr>
        <w:name w:val="9AA5EEFA3FA54AECA7CE4FC241629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428DAD-C8FD-490C-A370-D1B75B528024}"/>
      </w:docPartPr>
      <w:docPartBody>
        <w:p w:rsidR="00B25F87" w:rsidRDefault="00E77A12" w:rsidP="00E77A12">
          <w:pPr>
            <w:pStyle w:val="9AA5EEFA3FA54AECA7CE4FC241629A89"/>
          </w:pPr>
          <w:r>
            <w:t>Místo konání</w:t>
          </w:r>
        </w:p>
      </w:docPartBody>
    </w:docPart>
    <w:docPart>
      <w:docPartPr>
        <w:name w:val="70AA562D1C0D4E7D9739F065DF1629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905267-E57D-483F-9413-1D927D40EF75}"/>
      </w:docPartPr>
      <w:docPartBody>
        <w:p w:rsidR="00B25F87" w:rsidRDefault="00E77A12" w:rsidP="00E77A12">
          <w:pPr>
            <w:pStyle w:val="70AA562D1C0D4E7D9739F065DF16292A"/>
          </w:pPr>
          <w:r>
            <w:rPr>
              <w:rFonts w:asciiTheme="majorHAnsi" w:hAnsiTheme="majorHAnsi"/>
            </w:rPr>
            <w:t>Napište místo konání</w:t>
          </w:r>
        </w:p>
      </w:docPartBody>
    </w:docPart>
    <w:docPart>
      <w:docPartPr>
        <w:name w:val="41E367B20BED4AE58EC133EDDB78F5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CD4057-D85E-4F15-8932-D8B9C93FCF90}"/>
      </w:docPartPr>
      <w:docPartBody>
        <w:p w:rsidR="00EC5C55" w:rsidRDefault="00763A57" w:rsidP="00763A57">
          <w:pPr>
            <w:pStyle w:val="41E367B20BED4AE58EC133EDDB78F58C"/>
          </w:pPr>
          <w:r>
            <w:rPr>
              <w:rStyle w:val="PlaceholderText"/>
            </w:rPr>
            <w:t>Průběh a závěry</w:t>
          </w:r>
          <w:r w:rsidRPr="00CB666E">
            <w:rPr>
              <w:rStyle w:val="PlaceholderText"/>
            </w:rPr>
            <w:t xml:space="preserve"> jednání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5BC"/>
    <w:rsid w:val="00691E8E"/>
    <w:rsid w:val="006D3698"/>
    <w:rsid w:val="00746F09"/>
    <w:rsid w:val="00763A57"/>
    <w:rsid w:val="007F319D"/>
    <w:rsid w:val="009235BC"/>
    <w:rsid w:val="00991AE7"/>
    <w:rsid w:val="00A16DA8"/>
    <w:rsid w:val="00B25F87"/>
    <w:rsid w:val="00E77A12"/>
    <w:rsid w:val="00EC5C55"/>
    <w:rsid w:val="00F11DED"/>
    <w:rsid w:val="00F4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1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763A57"/>
    <w:rPr>
      <w:color w:val="auto"/>
    </w:rPr>
  </w:style>
  <w:style w:type="paragraph" w:customStyle="1" w:styleId="0E84BE1CCD664B23A825301D7F905186">
    <w:name w:val="0E84BE1CCD664B23A825301D7F905186"/>
    <w:rsid w:val="00691E8E"/>
  </w:style>
  <w:style w:type="paragraph" w:customStyle="1" w:styleId="4123EF16A40447ABBCE9C15F2A13C555">
    <w:name w:val="4123EF16A40447ABBCE9C15F2A13C555"/>
    <w:rsid w:val="00691E8E"/>
  </w:style>
  <w:style w:type="paragraph" w:customStyle="1" w:styleId="FAF59F1AFA0D417BA1C1A1BB06818478">
    <w:name w:val="FAF59F1AFA0D417BA1C1A1BB06818478"/>
    <w:rsid w:val="00691E8E"/>
  </w:style>
  <w:style w:type="paragraph" w:customStyle="1" w:styleId="265ED954898340068D54EFED4CD96D3D">
    <w:name w:val="265ED954898340068D54EFED4CD96D3D"/>
    <w:rsid w:val="00691E8E"/>
  </w:style>
  <w:style w:type="paragraph" w:styleId="Date">
    <w:name w:val="Date"/>
    <w:basedOn w:val="Normal"/>
    <w:next w:val="Normal"/>
    <w:link w:val="DateChar"/>
    <w:uiPriority w:val="99"/>
    <w:rsid w:val="00E77A12"/>
    <w:pPr>
      <w:spacing w:line="200" w:lineRule="atLeast"/>
    </w:pPr>
    <w:rPr>
      <w:rFonts w:asciiTheme="majorHAnsi" w:eastAsiaTheme="minorHAnsi" w:hAnsiTheme="majorHAnsi"/>
      <w:sz w:val="12"/>
      <w:szCs w:val="18"/>
      <w:lang w:val="en-GB" w:eastAsia="en-US"/>
    </w:rPr>
  </w:style>
  <w:style w:type="character" w:customStyle="1" w:styleId="DateChar">
    <w:name w:val="Date Char"/>
    <w:basedOn w:val="DefaultParagraphFont"/>
    <w:link w:val="Date"/>
    <w:uiPriority w:val="99"/>
    <w:rsid w:val="00E77A12"/>
    <w:rPr>
      <w:rFonts w:asciiTheme="majorHAnsi" w:eastAsiaTheme="minorHAnsi" w:hAnsiTheme="majorHAnsi"/>
      <w:sz w:val="12"/>
      <w:szCs w:val="18"/>
      <w:lang w:val="en-GB" w:eastAsia="en-US"/>
    </w:rPr>
  </w:style>
  <w:style w:type="paragraph" w:customStyle="1" w:styleId="E5D1CF8BAB18486C964C2735CCF22AA9">
    <w:name w:val="E5D1CF8BAB18486C964C2735CCF22AA9"/>
    <w:rsid w:val="00691E8E"/>
  </w:style>
  <w:style w:type="paragraph" w:customStyle="1" w:styleId="C03C128CFD2A44409255321B2E1E0184">
    <w:name w:val="C03C128CFD2A44409255321B2E1E0184"/>
    <w:rsid w:val="00691E8E"/>
  </w:style>
  <w:style w:type="paragraph" w:customStyle="1" w:styleId="0413E20F6F134BD59C991C7BFC4C37A9">
    <w:name w:val="0413E20F6F134BD59C991C7BFC4C37A9"/>
    <w:rsid w:val="00691E8E"/>
  </w:style>
  <w:style w:type="paragraph" w:customStyle="1" w:styleId="DFA6DDD7668942B38D3B815C8A459800">
    <w:name w:val="DFA6DDD7668942B38D3B815C8A459800"/>
    <w:rsid w:val="00691E8E"/>
  </w:style>
  <w:style w:type="paragraph" w:customStyle="1" w:styleId="B791A7286C0D44018E55D645F33D08C3">
    <w:name w:val="B791A7286C0D44018E55D645F33D08C3"/>
    <w:rsid w:val="00691E8E"/>
  </w:style>
  <w:style w:type="paragraph" w:customStyle="1" w:styleId="07A7CBDAF70F45F6955995C75D60C988">
    <w:name w:val="07A7CBDAF70F45F6955995C75D60C988"/>
    <w:rsid w:val="00691E8E"/>
  </w:style>
  <w:style w:type="paragraph" w:customStyle="1" w:styleId="F54F645CC04B496A9B5E4E53D18E6A92">
    <w:name w:val="F54F645CC04B496A9B5E4E53D18E6A92"/>
    <w:rsid w:val="00691E8E"/>
  </w:style>
  <w:style w:type="paragraph" w:customStyle="1" w:styleId="C0D9D93F350B487C936D45B8FF2B63CC">
    <w:name w:val="C0D9D93F350B487C936D45B8FF2B63CC"/>
    <w:rsid w:val="00691E8E"/>
  </w:style>
  <w:style w:type="paragraph" w:customStyle="1" w:styleId="437BEB2101D84683A1479393A6550271">
    <w:name w:val="437BEB2101D84683A1479393A6550271"/>
    <w:rsid w:val="00691E8E"/>
  </w:style>
  <w:style w:type="paragraph" w:customStyle="1" w:styleId="582CFEB005E74FA997A805D4FAA3B9BD">
    <w:name w:val="582CFEB005E74FA997A805D4FAA3B9BD"/>
    <w:rsid w:val="00691E8E"/>
  </w:style>
  <w:style w:type="paragraph" w:customStyle="1" w:styleId="A5E8756C3BDE4674BD29044C95456902">
    <w:name w:val="A5E8756C3BDE4674BD29044C95456902"/>
    <w:rsid w:val="00691E8E"/>
  </w:style>
  <w:style w:type="paragraph" w:customStyle="1" w:styleId="52BAA96E3DA84358AD4FBB643CE69BAF">
    <w:name w:val="52BAA96E3DA84358AD4FBB643CE69BAF"/>
    <w:rsid w:val="00691E8E"/>
  </w:style>
  <w:style w:type="paragraph" w:customStyle="1" w:styleId="5267991016844B2AA4AF46A23DCF7CCD">
    <w:name w:val="5267991016844B2AA4AF46A23DCF7CCD"/>
    <w:rsid w:val="006D3698"/>
  </w:style>
  <w:style w:type="paragraph" w:customStyle="1" w:styleId="AB9C9CE20DC1416AB8D1EBA88FBB1736">
    <w:name w:val="AB9C9CE20DC1416AB8D1EBA88FBB1736"/>
    <w:rsid w:val="00E77A12"/>
  </w:style>
  <w:style w:type="paragraph" w:customStyle="1" w:styleId="8210D7318DAC4865BDCDAD2C7A472548">
    <w:name w:val="8210D7318DAC4865BDCDAD2C7A472548"/>
    <w:rsid w:val="00E77A12"/>
  </w:style>
  <w:style w:type="paragraph" w:customStyle="1" w:styleId="9AA5EEFA3FA54AECA7CE4FC241629A89">
    <w:name w:val="9AA5EEFA3FA54AECA7CE4FC241629A89"/>
    <w:rsid w:val="00E77A12"/>
  </w:style>
  <w:style w:type="paragraph" w:customStyle="1" w:styleId="70AA562D1C0D4E7D9739F065DF16292A">
    <w:name w:val="70AA562D1C0D4E7D9739F065DF16292A"/>
    <w:rsid w:val="00E77A12"/>
  </w:style>
  <w:style w:type="paragraph" w:customStyle="1" w:styleId="41E367B20BED4AE58EC133EDDB78F58C">
    <w:name w:val="41E367B20BED4AE58EC133EDDB78F58C"/>
    <w:rsid w:val="00763A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 Verdana Georgia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E50F1-BE7B-49EC-B889-16FCCFAB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AF-CP zápis z jednání.dotx</Template>
  <TotalTime>0</TotalTime>
  <Pages>3</Pages>
  <Words>875</Words>
  <Characters>5169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martin.mykisa@afconsult.com</dc:creator>
  <cp:lastModifiedBy>Svoboda Aleš</cp:lastModifiedBy>
  <cp:revision>2</cp:revision>
  <cp:lastPrinted>2017-08-24T08:50:00Z</cp:lastPrinted>
  <dcterms:created xsi:type="dcterms:W3CDTF">2019-05-01T09:12:00Z</dcterms:created>
  <dcterms:modified xsi:type="dcterms:W3CDTF">2019-05-01T09:12:00Z</dcterms:modified>
</cp:coreProperties>
</file>